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F67" w:rsidRDefault="00767F67" w:rsidP="00043FD4">
      <w:pPr>
        <w:pStyle w:val="Title"/>
        <w:jc w:val="left"/>
        <w:rPr>
          <w:rFonts w:ascii="Courier New" w:hAnsi="Courier New" w:cs="Courier New"/>
          <w:sz w:val="24"/>
          <w:szCs w:val="24"/>
        </w:rPr>
      </w:pPr>
    </w:p>
    <w:p w:rsidR="00767F67" w:rsidRDefault="00767F67" w:rsidP="00043FD4">
      <w:pPr>
        <w:pStyle w:val="Title"/>
        <w:jc w:val="left"/>
        <w:rPr>
          <w:rFonts w:ascii="Courier New" w:hAnsi="Courier New" w:cs="Courier New"/>
          <w:sz w:val="24"/>
          <w:szCs w:val="24"/>
        </w:rPr>
      </w:pPr>
    </w:p>
    <w:p w:rsidR="00767F67" w:rsidRDefault="00767F67" w:rsidP="00043FD4">
      <w:pPr>
        <w:pStyle w:val="Title"/>
        <w:jc w:val="left"/>
        <w:rPr>
          <w:rFonts w:ascii="Courier New" w:hAnsi="Courier New" w:cs="Courier New"/>
          <w:sz w:val="24"/>
          <w:szCs w:val="24"/>
        </w:rPr>
      </w:pPr>
    </w:p>
    <w:p w:rsidR="00767F67" w:rsidRDefault="00767F67" w:rsidP="00043FD4">
      <w:pPr>
        <w:pStyle w:val="Title"/>
        <w:jc w:val="left"/>
        <w:rPr>
          <w:rFonts w:ascii="Courier New" w:hAnsi="Courier New" w:cs="Courier New"/>
          <w:sz w:val="24"/>
          <w:szCs w:val="24"/>
        </w:rPr>
      </w:pPr>
    </w:p>
    <w:p w:rsidR="00767F67" w:rsidRDefault="00767F67" w:rsidP="00043FD4">
      <w:pPr>
        <w:pStyle w:val="Title"/>
        <w:jc w:val="left"/>
        <w:rPr>
          <w:rFonts w:ascii="Courier New" w:hAnsi="Courier New" w:cs="Courier New"/>
          <w:sz w:val="24"/>
          <w:szCs w:val="24"/>
        </w:rPr>
      </w:pPr>
    </w:p>
    <w:p w:rsidR="00767F67" w:rsidRDefault="00767F67" w:rsidP="00043FD4">
      <w:pPr>
        <w:pStyle w:val="Title"/>
        <w:jc w:val="left"/>
        <w:rPr>
          <w:rFonts w:ascii="Courier New" w:hAnsi="Courier New" w:cs="Courier New"/>
          <w:sz w:val="24"/>
          <w:szCs w:val="24"/>
        </w:rPr>
      </w:pPr>
    </w:p>
    <w:p w:rsidR="00767F67" w:rsidRDefault="00767F67" w:rsidP="00043FD4">
      <w:pPr>
        <w:pStyle w:val="Title"/>
        <w:jc w:val="left"/>
        <w:rPr>
          <w:rFonts w:ascii="Courier New" w:hAnsi="Courier New" w:cs="Courier New"/>
          <w:sz w:val="24"/>
          <w:szCs w:val="24"/>
        </w:rPr>
      </w:pPr>
    </w:p>
    <w:p w:rsidR="00767F67" w:rsidRDefault="00767F67" w:rsidP="00043FD4">
      <w:pPr>
        <w:pStyle w:val="Title"/>
        <w:jc w:val="left"/>
        <w:rPr>
          <w:rFonts w:ascii="Courier New" w:hAnsi="Courier New" w:cs="Courier New"/>
          <w:sz w:val="24"/>
          <w:szCs w:val="24"/>
        </w:rPr>
      </w:pPr>
    </w:p>
    <w:p w:rsidR="00767F67" w:rsidRDefault="00767F67" w:rsidP="00043FD4">
      <w:pPr>
        <w:pStyle w:val="Title"/>
        <w:jc w:val="left"/>
        <w:rPr>
          <w:rFonts w:ascii="Courier New" w:hAnsi="Courier New" w:cs="Courier New"/>
          <w:sz w:val="24"/>
          <w:szCs w:val="24"/>
        </w:rPr>
      </w:pPr>
    </w:p>
    <w:p w:rsidR="00767F67" w:rsidRDefault="00767F67" w:rsidP="00043FD4">
      <w:pPr>
        <w:pStyle w:val="Title"/>
        <w:jc w:val="lef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767F67" w:rsidRDefault="00767F67" w:rsidP="00043FD4">
      <w:pPr>
        <w:pStyle w:val="Title"/>
        <w:jc w:val="left"/>
        <w:rPr>
          <w:rFonts w:ascii="Courier New" w:hAnsi="Courier New" w:cs="Courier New"/>
          <w:sz w:val="24"/>
          <w:szCs w:val="24"/>
        </w:rPr>
      </w:pPr>
    </w:p>
    <w:p w:rsidR="00767F67" w:rsidRDefault="00767F67" w:rsidP="00043FD4">
      <w:pPr>
        <w:pStyle w:val="Title"/>
        <w:jc w:val="left"/>
        <w:rPr>
          <w:rFonts w:ascii="Courier New" w:hAnsi="Courier New" w:cs="Courier New"/>
          <w:sz w:val="24"/>
          <w:szCs w:val="24"/>
        </w:rPr>
      </w:pPr>
    </w:p>
    <w:p w:rsidR="00767F67" w:rsidRPr="005D43BE" w:rsidRDefault="00767F67" w:rsidP="00BA077D">
      <w:pPr>
        <w:pStyle w:val="Title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  <w:sz w:val="24"/>
          <w:szCs w:val="24"/>
        </w:rPr>
        <w:t xml:space="preserve">                </w:t>
      </w:r>
      <w:r w:rsidRPr="005D43BE">
        <w:rPr>
          <w:rFonts w:ascii="Courier New" w:hAnsi="Courier New" w:cs="Courier New"/>
        </w:rPr>
        <w:t>PROJEKT BUDOWLANY</w:t>
      </w:r>
    </w:p>
    <w:p w:rsidR="00767F67" w:rsidRDefault="00767F67" w:rsidP="00BA077D">
      <w:pPr>
        <w:pStyle w:val="Title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 w:val="0"/>
          <w:bCs w:val="0"/>
          <w:sz w:val="16"/>
          <w:szCs w:val="16"/>
        </w:rPr>
        <w:t xml:space="preserve">              </w:t>
      </w:r>
    </w:p>
    <w:p w:rsidR="00767F67" w:rsidRDefault="00767F67" w:rsidP="00C26EC5">
      <w:pPr>
        <w:pStyle w:val="Title"/>
        <w:jc w:val="left"/>
        <w:rPr>
          <w:rFonts w:ascii="Courier New" w:hAnsi="Courier New" w:cs="Courier New"/>
          <w:b w:val="0"/>
          <w:bCs w:val="0"/>
          <w:sz w:val="16"/>
          <w:szCs w:val="16"/>
        </w:rPr>
      </w:pPr>
      <w:r>
        <w:rPr>
          <w:rFonts w:ascii="Courier New" w:hAnsi="Courier New" w:cs="Courier New"/>
          <w:b w:val="0"/>
          <w:bCs w:val="0"/>
          <w:sz w:val="16"/>
          <w:szCs w:val="16"/>
        </w:rPr>
        <w:t xml:space="preserve">           </w:t>
      </w:r>
    </w:p>
    <w:p w:rsidR="00767F67" w:rsidRDefault="00767F67" w:rsidP="00C26EC5">
      <w:pPr>
        <w:pStyle w:val="BodyTextIndent"/>
        <w:ind w:left="0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  <w:sz w:val="16"/>
          <w:szCs w:val="16"/>
        </w:rPr>
        <w:t xml:space="preserve">PROJEKT :   </w:t>
      </w:r>
      <w:r>
        <w:rPr>
          <w:rFonts w:ascii="Courier New" w:hAnsi="Courier New" w:cs="Courier New"/>
          <w:sz w:val="22"/>
          <w:szCs w:val="22"/>
        </w:rPr>
        <w:t>Plan sytuacyjny działki, projekt budowlany remontu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</w:p>
    <w:p w:rsidR="00767F67" w:rsidRDefault="00767F67" w:rsidP="00C26EC5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                 </w:t>
      </w:r>
      <w:r w:rsidRPr="002A1033">
        <w:rPr>
          <w:rFonts w:ascii="Courier New" w:hAnsi="Courier New" w:cs="Courier New"/>
          <w:sz w:val="22"/>
          <w:szCs w:val="22"/>
        </w:rPr>
        <w:t>i termomodernizacji</w:t>
      </w:r>
      <w:r>
        <w:rPr>
          <w:rFonts w:ascii="Courier New" w:hAnsi="Courier New" w:cs="Courier New"/>
          <w:sz w:val="22"/>
          <w:szCs w:val="22"/>
        </w:rPr>
        <w:t xml:space="preserve"> budynku OSP w Grabostowie,</w:t>
      </w:r>
    </w:p>
    <w:p w:rsidR="00767F67" w:rsidRPr="002A1033" w:rsidRDefault="00767F67" w:rsidP="00C26EC5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gm. Zelów.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</w:p>
    <w:p w:rsidR="00767F67" w:rsidRDefault="00767F67" w:rsidP="00C26EC5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  <w:r>
        <w:rPr>
          <w:rFonts w:ascii="Courier New" w:hAnsi="Courier New" w:cs="Courier New"/>
          <w:b w:val="0"/>
          <w:bCs w:val="0"/>
          <w:sz w:val="22"/>
          <w:szCs w:val="22"/>
        </w:rPr>
        <w:t xml:space="preserve">                 Działka nr 100 i 101/2, obręb – Kolonia Grabostów</w:t>
      </w: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  <w:r>
        <w:rPr>
          <w:rFonts w:ascii="Courier New" w:hAnsi="Courier New" w:cs="Courier New"/>
          <w:b w:val="0"/>
          <w:bCs w:val="0"/>
          <w:sz w:val="22"/>
          <w:szCs w:val="22"/>
        </w:rPr>
        <w:t xml:space="preserve">                                         </w:t>
      </w: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Default="00767F67" w:rsidP="00BA077D">
      <w:pPr>
        <w:pStyle w:val="Title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 w:val="0"/>
          <w:bCs w:val="0"/>
          <w:sz w:val="22"/>
          <w:szCs w:val="22"/>
        </w:rPr>
        <w:t xml:space="preserve">         </w:t>
      </w:r>
      <w:r>
        <w:rPr>
          <w:rFonts w:ascii="Courier New" w:hAnsi="Courier New" w:cs="Courier New"/>
          <w:b w:val="0"/>
          <w:bCs w:val="0"/>
          <w:sz w:val="16"/>
          <w:szCs w:val="16"/>
        </w:rPr>
        <w:t xml:space="preserve">INWESTOR :   </w:t>
      </w:r>
      <w:r>
        <w:rPr>
          <w:rFonts w:ascii="Courier New" w:hAnsi="Courier New" w:cs="Courier New"/>
          <w:sz w:val="22"/>
          <w:szCs w:val="22"/>
        </w:rPr>
        <w:t xml:space="preserve">GMINA ZELÓW                         </w:t>
      </w:r>
    </w:p>
    <w:p w:rsidR="00767F67" w:rsidRDefault="00767F67" w:rsidP="00BA077D">
      <w:pPr>
        <w:pStyle w:val="Title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ul. Żeromskiego 23, 97-425 Zelów.</w:t>
      </w:r>
    </w:p>
    <w:p w:rsidR="00767F67" w:rsidRDefault="00767F67" w:rsidP="00BA077D">
      <w:pPr>
        <w:pStyle w:val="Title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</w:t>
      </w:r>
    </w:p>
    <w:p w:rsidR="00767F67" w:rsidRPr="0017234B" w:rsidRDefault="00767F67" w:rsidP="00BA077D">
      <w:pPr>
        <w:pStyle w:val="Title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</w:t>
      </w:r>
    </w:p>
    <w:p w:rsidR="00767F67" w:rsidRPr="00CC4943" w:rsidRDefault="00767F67" w:rsidP="00BA077D">
      <w:pPr>
        <w:pStyle w:val="Title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</w:t>
      </w:r>
    </w:p>
    <w:p w:rsidR="00767F67" w:rsidRPr="00E65C9E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  <w:r>
        <w:rPr>
          <w:rFonts w:ascii="Courier New" w:hAnsi="Courier New" w:cs="Courier New"/>
          <w:b w:val="0"/>
          <w:bCs w:val="0"/>
          <w:sz w:val="22"/>
          <w:szCs w:val="22"/>
        </w:rPr>
        <w:t xml:space="preserve">                 </w:t>
      </w:r>
      <w:r>
        <w:rPr>
          <w:rFonts w:ascii="Courier New" w:hAnsi="Courier New" w:cs="Courier New"/>
          <w:b w:val="0"/>
          <w:bCs w:val="0"/>
          <w:sz w:val="16"/>
          <w:szCs w:val="16"/>
        </w:rPr>
        <w:t xml:space="preserve">BRANŻA :  </w:t>
      </w:r>
      <w:r>
        <w:rPr>
          <w:rFonts w:ascii="Courier New" w:hAnsi="Courier New" w:cs="Courier New"/>
          <w:b w:val="0"/>
          <w:bCs w:val="0"/>
          <w:sz w:val="22"/>
          <w:szCs w:val="22"/>
        </w:rPr>
        <w:t>budowlana</w:t>
      </w: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  <w:r>
        <w:rPr>
          <w:rFonts w:ascii="Courier New" w:hAnsi="Courier New" w:cs="Courier New"/>
          <w:b w:val="0"/>
          <w:bCs w:val="0"/>
          <w:sz w:val="22"/>
          <w:szCs w:val="22"/>
        </w:rPr>
        <w:t xml:space="preserve">                 </w:t>
      </w:r>
      <w:r>
        <w:rPr>
          <w:rFonts w:ascii="Courier New" w:hAnsi="Courier New" w:cs="Courier New"/>
          <w:b w:val="0"/>
          <w:bCs w:val="0"/>
          <w:sz w:val="16"/>
          <w:szCs w:val="16"/>
        </w:rPr>
        <w:t xml:space="preserve">PROJEKTOWAŁ :  </w:t>
      </w:r>
      <w:r>
        <w:rPr>
          <w:rFonts w:ascii="Courier New" w:hAnsi="Courier New" w:cs="Courier New"/>
          <w:b w:val="0"/>
          <w:bCs w:val="0"/>
          <w:sz w:val="22"/>
          <w:szCs w:val="22"/>
        </w:rPr>
        <w:t>arch. Tadeusz Kędziak</w:t>
      </w: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Pr="00D8354D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  <w:r>
        <w:rPr>
          <w:rFonts w:ascii="Courier New" w:hAnsi="Courier New" w:cs="Courier New"/>
          <w:b w:val="0"/>
          <w:bCs w:val="0"/>
          <w:sz w:val="22"/>
          <w:szCs w:val="22"/>
        </w:rPr>
        <w:t xml:space="preserve">                  </w:t>
      </w:r>
      <w:r>
        <w:rPr>
          <w:rFonts w:ascii="Courier New" w:hAnsi="Courier New" w:cs="Courier New"/>
          <w:b w:val="0"/>
          <w:bCs w:val="0"/>
          <w:sz w:val="16"/>
          <w:szCs w:val="16"/>
        </w:rPr>
        <w:t xml:space="preserve">OPRACOWAŁA :  </w:t>
      </w:r>
      <w:r>
        <w:rPr>
          <w:rFonts w:ascii="Courier New" w:hAnsi="Courier New" w:cs="Courier New"/>
          <w:b w:val="0"/>
          <w:bCs w:val="0"/>
          <w:sz w:val="22"/>
          <w:szCs w:val="22"/>
        </w:rPr>
        <w:t>mgr inż. Magdalena Pietruszewska</w:t>
      </w: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  <w:r>
        <w:rPr>
          <w:rFonts w:ascii="Courier New" w:hAnsi="Courier New" w:cs="Courier New"/>
          <w:b w:val="0"/>
          <w:bCs w:val="0"/>
          <w:sz w:val="22"/>
          <w:szCs w:val="22"/>
        </w:rPr>
        <w:t xml:space="preserve">             </w:t>
      </w:r>
      <w:r>
        <w:rPr>
          <w:rFonts w:ascii="Courier New" w:hAnsi="Courier New" w:cs="Courier New"/>
          <w:b w:val="0"/>
          <w:bCs w:val="0"/>
          <w:sz w:val="16"/>
          <w:szCs w:val="16"/>
        </w:rPr>
        <w:t xml:space="preserve">INST. ELEKTRYCZNE :  </w:t>
      </w:r>
      <w:r>
        <w:rPr>
          <w:rFonts w:ascii="Courier New" w:hAnsi="Courier New" w:cs="Courier New"/>
          <w:b w:val="0"/>
          <w:bCs w:val="0"/>
          <w:sz w:val="22"/>
          <w:szCs w:val="22"/>
        </w:rPr>
        <w:t>mgr inż. Zygmunt Żabierek</w:t>
      </w: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Pr="000450FF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Default="00767F67" w:rsidP="000450FF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  <w:r>
        <w:rPr>
          <w:rFonts w:ascii="Courier New" w:hAnsi="Courier New" w:cs="Courier New"/>
          <w:b w:val="0"/>
          <w:bCs w:val="0"/>
          <w:sz w:val="22"/>
          <w:szCs w:val="22"/>
        </w:rPr>
        <w:t xml:space="preserve">              </w:t>
      </w:r>
      <w:r>
        <w:rPr>
          <w:rFonts w:ascii="Courier New" w:hAnsi="Courier New" w:cs="Courier New"/>
          <w:b w:val="0"/>
          <w:bCs w:val="0"/>
          <w:sz w:val="16"/>
          <w:szCs w:val="16"/>
        </w:rPr>
        <w:t xml:space="preserve">INST. SANITARNE :  </w:t>
      </w:r>
      <w:r>
        <w:rPr>
          <w:rFonts w:ascii="Courier New" w:hAnsi="Courier New" w:cs="Courier New"/>
          <w:b w:val="0"/>
          <w:bCs w:val="0"/>
          <w:sz w:val="22"/>
          <w:szCs w:val="22"/>
        </w:rPr>
        <w:t>inż. Rafał Majewski</w:t>
      </w: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Default="00767F67" w:rsidP="00BA077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Pr="00891824" w:rsidRDefault="00767F67" w:rsidP="00D8354D">
      <w:pPr>
        <w:pStyle w:val="Title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 w:val="0"/>
          <w:bCs w:val="0"/>
          <w:sz w:val="22"/>
          <w:szCs w:val="22"/>
        </w:rPr>
        <w:t xml:space="preserve">                      </w:t>
      </w:r>
      <w:r w:rsidRPr="00891824">
        <w:rPr>
          <w:rFonts w:ascii="Courier New" w:hAnsi="Courier New" w:cs="Courier New"/>
          <w:sz w:val="22"/>
          <w:szCs w:val="22"/>
        </w:rPr>
        <w:t>Bełchatów, czerwiec 2012r</w:t>
      </w:r>
    </w:p>
    <w:p w:rsidR="00767F67" w:rsidRDefault="00767F67" w:rsidP="00D8354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Default="00767F67" w:rsidP="00D8354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Pr="00D8354D" w:rsidRDefault="00767F67" w:rsidP="00D8354D">
      <w:pPr>
        <w:pStyle w:val="Title"/>
        <w:jc w:val="left"/>
        <w:rPr>
          <w:rFonts w:ascii="Courier New" w:hAnsi="Courier New" w:cs="Courier New"/>
          <w:b w:val="0"/>
          <w:bCs w:val="0"/>
          <w:sz w:val="22"/>
          <w:szCs w:val="22"/>
        </w:rPr>
      </w:pPr>
    </w:p>
    <w:p w:rsidR="00767F67" w:rsidRDefault="00767F67">
      <w:pPr>
        <w:pStyle w:val="Title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SPIS TREŚCI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pStyle w:val="Heading5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CZĘŚĆ OPISOWA</w:t>
      </w:r>
    </w:p>
    <w:p w:rsidR="00767F67" w:rsidRDefault="00767F67">
      <w:pPr>
        <w:rPr>
          <w:rFonts w:ascii="Courier New" w:hAnsi="Courier New" w:cs="Courier New"/>
          <w:b/>
          <w:bCs/>
          <w:sz w:val="22"/>
          <w:szCs w:val="22"/>
        </w:rPr>
      </w:pPr>
      <w:r>
        <w:t xml:space="preserve">  </w:t>
      </w:r>
      <w:r>
        <w:rPr>
          <w:rFonts w:ascii="Courier New" w:hAnsi="Courier New" w:cs="Courier New"/>
          <w:sz w:val="22"/>
          <w:szCs w:val="22"/>
        </w:rPr>
        <w:t xml:space="preserve">                                                         Strona</w:t>
      </w:r>
    </w:p>
    <w:p w:rsidR="00767F67" w:rsidRDefault="00767F67">
      <w:pPr>
        <w:numPr>
          <w:ilvl w:val="0"/>
          <w:numId w:val="1"/>
        </w:numPr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Dane ogólne                      </w:t>
      </w:r>
      <w:r>
        <w:rPr>
          <w:rFonts w:ascii="Courier New" w:hAnsi="Courier New" w:cs="Courier New"/>
          <w:sz w:val="22"/>
          <w:szCs w:val="22"/>
        </w:rPr>
        <w:t xml:space="preserve">                          </w:t>
      </w:r>
    </w:p>
    <w:p w:rsidR="00767F67" w:rsidRDefault="00767F67">
      <w:pPr>
        <w:rPr>
          <w:rFonts w:ascii="Courier New" w:hAnsi="Courier New" w:cs="Courier New"/>
          <w:b/>
          <w:bCs/>
          <w:sz w:val="22"/>
          <w:szCs w:val="22"/>
        </w:rPr>
      </w:pPr>
    </w:p>
    <w:p w:rsidR="00767F67" w:rsidRDefault="00767F67">
      <w:pPr>
        <w:numPr>
          <w:ilvl w:val="1"/>
          <w:numId w:val="1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1.1. Stadium projektu                               4                               </w:t>
      </w:r>
    </w:p>
    <w:p w:rsidR="00767F67" w:rsidRDefault="00767F67">
      <w:pPr>
        <w:numPr>
          <w:ilvl w:val="1"/>
          <w:numId w:val="1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1.2. Podstawa opracowania                           4</w:t>
      </w:r>
    </w:p>
    <w:p w:rsidR="00767F67" w:rsidRDefault="00767F67">
      <w:pPr>
        <w:numPr>
          <w:ilvl w:val="1"/>
          <w:numId w:val="1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1.3. Lokalizacja inwestycji                         4                                                    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</w:p>
    <w:p w:rsidR="00767F67" w:rsidRDefault="00767F67">
      <w:pPr>
        <w:rPr>
          <w:rFonts w:ascii="Courier New" w:hAnsi="Courier New" w:cs="Courier New"/>
          <w:b/>
          <w:bCs/>
          <w:sz w:val="22"/>
          <w:szCs w:val="22"/>
        </w:rPr>
      </w:pPr>
    </w:p>
    <w:p w:rsidR="00767F67" w:rsidRDefault="00767F67" w:rsidP="00475A9E">
      <w:pPr>
        <w:numPr>
          <w:ilvl w:val="0"/>
          <w:numId w:val="1"/>
        </w:numPr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Projekt zagospodarowania działki</w:t>
      </w:r>
    </w:p>
    <w:p w:rsidR="00767F67" w:rsidRPr="00475A9E" w:rsidRDefault="00767F67" w:rsidP="00475A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475A9E">
      <w:pPr>
        <w:ind w:left="720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2.1. Materiały wyjściowe                            4</w:t>
      </w:r>
    </w:p>
    <w:p w:rsidR="00767F67" w:rsidRDefault="00767F67" w:rsidP="00475A9E">
      <w:pPr>
        <w:ind w:left="720"/>
        <w:rPr>
          <w:rFonts w:ascii="Courier New" w:hAnsi="Courier New" w:cs="Courier New"/>
          <w:b/>
          <w:bCs/>
          <w:sz w:val="22"/>
          <w:szCs w:val="22"/>
        </w:rPr>
      </w:pPr>
      <w:r w:rsidRPr="00475A9E">
        <w:rPr>
          <w:rFonts w:ascii="Courier New" w:hAnsi="Courier New" w:cs="Courier New"/>
          <w:sz w:val="22"/>
          <w:szCs w:val="22"/>
        </w:rPr>
        <w:t>2.2.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Zakres i przedmiot opracowania                 4</w:t>
      </w:r>
    </w:p>
    <w:p w:rsidR="00767F67" w:rsidRDefault="00767F67" w:rsidP="00475A9E">
      <w:pPr>
        <w:ind w:left="720"/>
        <w:rPr>
          <w:rFonts w:ascii="Courier New" w:hAnsi="Courier New" w:cs="Courier New"/>
          <w:b/>
          <w:bCs/>
          <w:sz w:val="22"/>
          <w:szCs w:val="22"/>
        </w:rPr>
      </w:pPr>
      <w:r w:rsidRPr="00475A9E">
        <w:rPr>
          <w:rFonts w:ascii="Courier New" w:hAnsi="Courier New" w:cs="Courier New"/>
          <w:sz w:val="22"/>
          <w:szCs w:val="22"/>
        </w:rPr>
        <w:t>2.3.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Opis lokalizacji                               4</w:t>
      </w:r>
    </w:p>
    <w:p w:rsidR="00767F67" w:rsidRDefault="00767F67" w:rsidP="00475A9E">
      <w:pPr>
        <w:ind w:left="720"/>
        <w:rPr>
          <w:rFonts w:ascii="Courier New" w:hAnsi="Courier New" w:cs="Courier New"/>
          <w:sz w:val="22"/>
          <w:szCs w:val="22"/>
        </w:rPr>
      </w:pPr>
      <w:r w:rsidRPr="00475A9E">
        <w:rPr>
          <w:rFonts w:ascii="Courier New" w:hAnsi="Courier New" w:cs="Courier New"/>
          <w:sz w:val="22"/>
          <w:szCs w:val="22"/>
        </w:rPr>
        <w:t>2.4.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Istniejący stan zagospodarowania działki       4</w:t>
      </w:r>
    </w:p>
    <w:p w:rsidR="00767F67" w:rsidRDefault="00767F67" w:rsidP="00475A9E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2.5. Projektowane zagospodarowanie działki          4</w:t>
      </w:r>
    </w:p>
    <w:p w:rsidR="00767F67" w:rsidRDefault="00767F67" w:rsidP="00475A9E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2.6. Zestawienie powierzchni elem. zagospodarow.    4</w:t>
      </w:r>
    </w:p>
    <w:p w:rsidR="00767F67" w:rsidRDefault="00767F67" w:rsidP="00475A9E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2.7. Ochrona dziedzictwa kulturowego i zabytków     5              </w:t>
      </w:r>
    </w:p>
    <w:p w:rsidR="00767F67" w:rsidRDefault="00767F67" w:rsidP="00475A9E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oraz dóbr kultury </w:t>
      </w:r>
    </w:p>
    <w:p w:rsidR="00767F67" w:rsidRDefault="00767F67" w:rsidP="00475A9E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2.8. Warunki geotechniczne i wpływ eksploatacji     5 </w:t>
      </w:r>
    </w:p>
    <w:p w:rsidR="00767F67" w:rsidRDefault="00767F67" w:rsidP="00475A9E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górniczej                   </w:t>
      </w:r>
    </w:p>
    <w:p w:rsidR="00767F67" w:rsidRDefault="00767F67" w:rsidP="00475A9E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2.9. Informacje o zagr. dla środowiska oraz         5</w:t>
      </w:r>
    </w:p>
    <w:p w:rsidR="00767F67" w:rsidRDefault="00767F67" w:rsidP="00475A9E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higieny i zdrowia użytkowników</w:t>
      </w:r>
    </w:p>
    <w:p w:rsidR="00767F67" w:rsidRDefault="00767F67" w:rsidP="007E281A">
      <w:pPr>
        <w:tabs>
          <w:tab w:val="left" w:pos="2505"/>
        </w:tabs>
        <w:rPr>
          <w:rFonts w:ascii="Courier New" w:hAnsi="Courier New" w:cs="Courier New"/>
          <w:b/>
          <w:bCs/>
          <w:sz w:val="22"/>
          <w:szCs w:val="22"/>
        </w:rPr>
      </w:pPr>
      <w:r w:rsidRPr="000277A4">
        <w:rPr>
          <w:rFonts w:ascii="Courier New" w:hAnsi="Courier New" w:cs="Courier New"/>
          <w:b/>
          <w:bCs/>
          <w:sz w:val="22"/>
          <w:szCs w:val="22"/>
        </w:rPr>
        <w:t xml:space="preserve">   </w:t>
      </w:r>
      <w:r w:rsidRPr="000277A4">
        <w:rPr>
          <w:rFonts w:ascii="Courier New" w:hAnsi="Courier New" w:cs="Courier New"/>
          <w:b/>
          <w:bCs/>
          <w:sz w:val="22"/>
          <w:szCs w:val="22"/>
        </w:rPr>
        <w:tab/>
      </w:r>
    </w:p>
    <w:p w:rsidR="00767F67" w:rsidRPr="001D741A" w:rsidRDefault="00767F67" w:rsidP="001D741A">
      <w:pPr>
        <w:pStyle w:val="ListParagraph"/>
        <w:numPr>
          <w:ilvl w:val="0"/>
          <w:numId w:val="1"/>
        </w:numPr>
        <w:tabs>
          <w:tab w:val="left" w:pos="2505"/>
        </w:tabs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Opis projektowanej zmiany sposobu użytkowania</w:t>
      </w:r>
    </w:p>
    <w:p w:rsidR="00767F67" w:rsidRDefault="00767F67" w:rsidP="001D741A">
      <w:pPr>
        <w:pStyle w:val="ListParagraph"/>
        <w:tabs>
          <w:tab w:val="left" w:pos="2505"/>
        </w:tabs>
        <w:rPr>
          <w:rFonts w:ascii="Courier New" w:hAnsi="Courier New" w:cs="Courier New"/>
          <w:sz w:val="22"/>
          <w:szCs w:val="22"/>
        </w:rPr>
      </w:pPr>
    </w:p>
    <w:p w:rsidR="00767F67" w:rsidRDefault="00767F67" w:rsidP="001D741A">
      <w:pPr>
        <w:pStyle w:val="ListParagraph"/>
        <w:tabs>
          <w:tab w:val="left" w:pos="2505"/>
        </w:tabs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3.1. Opis projektowanej zmiany sposobu użytkowania  6</w:t>
      </w:r>
    </w:p>
    <w:p w:rsidR="00767F67" w:rsidRDefault="00767F67" w:rsidP="001D741A">
      <w:pPr>
        <w:pStyle w:val="ListParagraph"/>
        <w:tabs>
          <w:tab w:val="left" w:pos="2505"/>
        </w:tabs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3.2. Opis konstrukcji                               6</w:t>
      </w:r>
    </w:p>
    <w:p w:rsidR="00767F67" w:rsidRDefault="00767F67" w:rsidP="001D741A">
      <w:pPr>
        <w:pStyle w:val="ListParagraph"/>
        <w:tabs>
          <w:tab w:val="left" w:pos="2505"/>
        </w:tabs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3.3. Parametry techniczne budynku                   6</w:t>
      </w:r>
    </w:p>
    <w:p w:rsidR="00767F67" w:rsidRDefault="00767F67" w:rsidP="001D741A">
      <w:pPr>
        <w:tabs>
          <w:tab w:val="left" w:pos="2505"/>
        </w:tabs>
        <w:rPr>
          <w:rFonts w:ascii="Courier New" w:hAnsi="Courier New" w:cs="Courier New"/>
          <w:sz w:val="22"/>
          <w:szCs w:val="22"/>
        </w:rPr>
      </w:pPr>
    </w:p>
    <w:p w:rsidR="00767F67" w:rsidRPr="001D741A" w:rsidRDefault="00767F67" w:rsidP="001D741A">
      <w:pPr>
        <w:pStyle w:val="ListParagraph"/>
        <w:numPr>
          <w:ilvl w:val="0"/>
          <w:numId w:val="1"/>
        </w:numPr>
        <w:tabs>
          <w:tab w:val="left" w:pos="2505"/>
        </w:tabs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Dane konstrukcyjno-materiałowe</w:t>
      </w:r>
    </w:p>
    <w:p w:rsidR="00767F67" w:rsidRDefault="00767F67" w:rsidP="001D741A">
      <w:pPr>
        <w:pStyle w:val="ListParagraph"/>
        <w:tabs>
          <w:tab w:val="left" w:pos="2505"/>
        </w:tabs>
        <w:rPr>
          <w:rFonts w:ascii="Courier New" w:hAnsi="Courier New" w:cs="Courier New"/>
          <w:sz w:val="22"/>
          <w:szCs w:val="22"/>
        </w:rPr>
      </w:pPr>
    </w:p>
    <w:p w:rsidR="00767F67" w:rsidRDefault="00767F67" w:rsidP="001D741A">
      <w:pPr>
        <w:pStyle w:val="ListParagraph"/>
        <w:tabs>
          <w:tab w:val="left" w:pos="2505"/>
        </w:tabs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4.1. Opis budynku                                   6</w:t>
      </w:r>
    </w:p>
    <w:p w:rsidR="00767F67" w:rsidRDefault="00767F67" w:rsidP="001D741A">
      <w:pPr>
        <w:tabs>
          <w:tab w:val="left" w:pos="2505"/>
        </w:tabs>
        <w:rPr>
          <w:rFonts w:ascii="Courier New" w:hAnsi="Courier New" w:cs="Courier New"/>
          <w:b/>
          <w:bCs/>
          <w:sz w:val="22"/>
          <w:szCs w:val="22"/>
        </w:rPr>
      </w:pPr>
    </w:p>
    <w:p w:rsidR="00767F67" w:rsidRPr="001D741A" w:rsidRDefault="00767F67" w:rsidP="001D741A">
      <w:pPr>
        <w:pStyle w:val="ListParagraph"/>
        <w:numPr>
          <w:ilvl w:val="0"/>
          <w:numId w:val="1"/>
        </w:numPr>
        <w:tabs>
          <w:tab w:val="left" w:pos="2505"/>
        </w:tabs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Roboty wykończeniowe</w:t>
      </w:r>
    </w:p>
    <w:p w:rsidR="00767F67" w:rsidRDefault="00767F67" w:rsidP="001D741A">
      <w:pPr>
        <w:pStyle w:val="ListParagraph"/>
        <w:tabs>
          <w:tab w:val="left" w:pos="2505"/>
        </w:tabs>
        <w:rPr>
          <w:rFonts w:ascii="Courier New" w:hAnsi="Courier New" w:cs="Courier New"/>
          <w:sz w:val="22"/>
          <w:szCs w:val="22"/>
        </w:rPr>
      </w:pPr>
    </w:p>
    <w:p w:rsidR="00767F67" w:rsidRDefault="00767F67" w:rsidP="001D741A">
      <w:pPr>
        <w:pStyle w:val="ListParagraph"/>
        <w:tabs>
          <w:tab w:val="left" w:pos="2505"/>
        </w:tabs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5.1. Tynki,                                         6</w:t>
      </w:r>
    </w:p>
    <w:p w:rsidR="00767F67" w:rsidRDefault="00767F67" w:rsidP="001D741A">
      <w:pPr>
        <w:pStyle w:val="ListParagraph"/>
        <w:tabs>
          <w:tab w:val="left" w:pos="2505"/>
        </w:tabs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5.2. Wykładziny,                                    7</w:t>
      </w:r>
    </w:p>
    <w:p w:rsidR="00767F67" w:rsidRDefault="00767F67" w:rsidP="001D741A">
      <w:pPr>
        <w:pStyle w:val="ListParagraph"/>
        <w:tabs>
          <w:tab w:val="left" w:pos="2505"/>
        </w:tabs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5.3. Stolarka,                                      7</w:t>
      </w:r>
    </w:p>
    <w:p w:rsidR="00767F67" w:rsidRDefault="00767F67" w:rsidP="001D741A">
      <w:pPr>
        <w:pStyle w:val="ListParagraph"/>
        <w:tabs>
          <w:tab w:val="left" w:pos="2505"/>
        </w:tabs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5.4. Malowanie,                                     7</w:t>
      </w:r>
    </w:p>
    <w:p w:rsidR="00767F67" w:rsidRDefault="00767F67" w:rsidP="001D741A">
      <w:pPr>
        <w:pStyle w:val="ListParagraph"/>
        <w:tabs>
          <w:tab w:val="left" w:pos="2505"/>
        </w:tabs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5.5. Obróbki.                                       7</w:t>
      </w:r>
    </w:p>
    <w:p w:rsidR="00767F67" w:rsidRDefault="00767F67" w:rsidP="001D741A">
      <w:pPr>
        <w:tabs>
          <w:tab w:val="left" w:pos="2505"/>
        </w:tabs>
        <w:rPr>
          <w:rFonts w:ascii="Courier New" w:hAnsi="Courier New" w:cs="Courier New"/>
          <w:b/>
          <w:bCs/>
          <w:sz w:val="22"/>
          <w:szCs w:val="22"/>
        </w:rPr>
      </w:pPr>
    </w:p>
    <w:p w:rsidR="00767F67" w:rsidRDefault="00767F67" w:rsidP="00BC1A63">
      <w:pPr>
        <w:pStyle w:val="ListParagraph"/>
        <w:numPr>
          <w:ilvl w:val="0"/>
          <w:numId w:val="1"/>
        </w:numPr>
        <w:tabs>
          <w:tab w:val="left" w:pos="2505"/>
        </w:tabs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Instalacje wewnętrzne</w:t>
      </w:r>
      <w:r>
        <w:rPr>
          <w:rFonts w:ascii="Courier New" w:hAnsi="Courier New" w:cs="Courier New"/>
          <w:sz w:val="22"/>
          <w:szCs w:val="22"/>
        </w:rPr>
        <w:t xml:space="preserve">                               8</w:t>
      </w:r>
    </w:p>
    <w:p w:rsidR="00767F67" w:rsidRDefault="00767F67" w:rsidP="00BC1A63">
      <w:pPr>
        <w:tabs>
          <w:tab w:val="left" w:pos="2505"/>
        </w:tabs>
        <w:rPr>
          <w:rFonts w:ascii="Courier New" w:hAnsi="Courier New" w:cs="Courier New"/>
          <w:sz w:val="22"/>
          <w:szCs w:val="22"/>
        </w:rPr>
      </w:pPr>
    </w:p>
    <w:p w:rsidR="00767F67" w:rsidRDefault="00767F67" w:rsidP="00BC1A63">
      <w:pPr>
        <w:pStyle w:val="ListParagraph"/>
        <w:numPr>
          <w:ilvl w:val="0"/>
          <w:numId w:val="1"/>
        </w:numPr>
        <w:tabs>
          <w:tab w:val="left" w:pos="2505"/>
        </w:tabs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Ochrona przeciwpożarowa</w:t>
      </w:r>
      <w:r>
        <w:rPr>
          <w:rFonts w:ascii="Courier New" w:hAnsi="Courier New" w:cs="Courier New"/>
          <w:sz w:val="22"/>
          <w:szCs w:val="22"/>
        </w:rPr>
        <w:t xml:space="preserve">                             8</w:t>
      </w:r>
    </w:p>
    <w:p w:rsidR="00767F67" w:rsidRPr="00BC1A63" w:rsidRDefault="00767F67" w:rsidP="00BC1A63">
      <w:pPr>
        <w:pStyle w:val="ListParagraph"/>
        <w:rPr>
          <w:rFonts w:ascii="Courier New" w:hAnsi="Courier New" w:cs="Courier New"/>
          <w:b/>
          <w:bCs/>
          <w:sz w:val="22"/>
          <w:szCs w:val="22"/>
        </w:rPr>
      </w:pPr>
    </w:p>
    <w:p w:rsidR="00767F67" w:rsidRPr="00BC1A63" w:rsidRDefault="00767F67" w:rsidP="00BC1A63">
      <w:pPr>
        <w:pStyle w:val="ListParagraph"/>
        <w:numPr>
          <w:ilvl w:val="0"/>
          <w:numId w:val="1"/>
        </w:numPr>
        <w:tabs>
          <w:tab w:val="left" w:pos="2505"/>
        </w:tabs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Wytyczne higieniczno-sanitarne</w:t>
      </w:r>
      <w:r>
        <w:rPr>
          <w:rFonts w:ascii="Courier New" w:hAnsi="Courier New" w:cs="Courier New"/>
          <w:sz w:val="22"/>
          <w:szCs w:val="22"/>
        </w:rPr>
        <w:t xml:space="preserve">                      8</w:t>
      </w:r>
    </w:p>
    <w:p w:rsidR="00767F67" w:rsidRPr="00BA0CE9" w:rsidRDefault="00767F67" w:rsidP="00BA0CE9">
      <w:pPr>
        <w:tabs>
          <w:tab w:val="left" w:pos="2505"/>
        </w:tabs>
        <w:rPr>
          <w:rFonts w:ascii="Courier New" w:hAnsi="Courier New" w:cs="Courier New"/>
          <w:b/>
          <w:bCs/>
          <w:sz w:val="22"/>
          <w:szCs w:val="22"/>
        </w:rPr>
      </w:pPr>
    </w:p>
    <w:p w:rsidR="00767F67" w:rsidRDefault="00767F67" w:rsidP="007E281A">
      <w:pPr>
        <w:tabs>
          <w:tab w:val="left" w:pos="2505"/>
        </w:tabs>
        <w:rPr>
          <w:rFonts w:ascii="Courier New" w:hAnsi="Courier New" w:cs="Courier New"/>
          <w:b/>
          <w:bCs/>
          <w:sz w:val="22"/>
          <w:szCs w:val="22"/>
        </w:rPr>
      </w:pPr>
    </w:p>
    <w:p w:rsidR="00767F67" w:rsidRDefault="00767F67" w:rsidP="007E281A">
      <w:pPr>
        <w:tabs>
          <w:tab w:val="left" w:pos="2505"/>
        </w:tabs>
        <w:rPr>
          <w:rFonts w:ascii="Courier New" w:hAnsi="Courier New" w:cs="Courier New"/>
          <w:b/>
          <w:bCs/>
          <w:sz w:val="22"/>
          <w:szCs w:val="22"/>
        </w:rPr>
      </w:pPr>
    </w:p>
    <w:p w:rsidR="00767F67" w:rsidRDefault="00767F67" w:rsidP="007E281A">
      <w:pPr>
        <w:tabs>
          <w:tab w:val="left" w:pos="2505"/>
        </w:tabs>
        <w:rPr>
          <w:rFonts w:ascii="Courier New" w:hAnsi="Courier New" w:cs="Courier New"/>
          <w:b/>
          <w:bCs/>
          <w:sz w:val="22"/>
          <w:szCs w:val="22"/>
        </w:rPr>
      </w:pPr>
    </w:p>
    <w:p w:rsidR="00767F67" w:rsidRDefault="00767F67" w:rsidP="007E281A">
      <w:pPr>
        <w:rPr>
          <w:rFonts w:ascii="Courier New" w:hAnsi="Courier New" w:cs="Courier New"/>
          <w:b/>
          <w:bCs/>
          <w:sz w:val="22"/>
          <w:szCs w:val="22"/>
        </w:rPr>
      </w:pPr>
    </w:p>
    <w:p w:rsidR="00767F67" w:rsidRDefault="00767F67" w:rsidP="007E281A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7E281A">
      <w:pPr>
        <w:ind w:left="750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 CZĘŚĆ FORMALNO-PRAWNA</w:t>
      </w:r>
    </w:p>
    <w:p w:rsidR="00767F67" w:rsidRDefault="00767F67" w:rsidP="007E281A">
      <w:pPr>
        <w:ind w:left="750"/>
        <w:rPr>
          <w:rFonts w:ascii="Courier New" w:hAnsi="Courier New" w:cs="Courier New"/>
          <w:b/>
          <w:bCs/>
          <w:sz w:val="22"/>
          <w:szCs w:val="22"/>
        </w:rPr>
      </w:pPr>
    </w:p>
    <w:p w:rsidR="00767F67" w:rsidRPr="00BC1A63" w:rsidRDefault="00767F67" w:rsidP="00BC1A63">
      <w:pPr>
        <w:numPr>
          <w:ilvl w:val="0"/>
          <w:numId w:val="2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Informacja bioz                                    9-10</w:t>
      </w:r>
    </w:p>
    <w:p w:rsidR="00767F67" w:rsidRDefault="00767F67" w:rsidP="009C418D">
      <w:pPr>
        <w:numPr>
          <w:ilvl w:val="0"/>
          <w:numId w:val="2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Oświadczenie o sporządzeniu projektu              11</w:t>
      </w:r>
    </w:p>
    <w:p w:rsidR="00767F67" w:rsidRPr="009C418D" w:rsidRDefault="00767F67" w:rsidP="009C418D">
      <w:pPr>
        <w:numPr>
          <w:ilvl w:val="0"/>
          <w:numId w:val="2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Ekspertyza techniczna                             12</w:t>
      </w:r>
    </w:p>
    <w:p w:rsidR="00767F67" w:rsidRDefault="00767F67" w:rsidP="00D767FE">
      <w:pPr>
        <w:numPr>
          <w:ilvl w:val="0"/>
          <w:numId w:val="2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Uprawnienia projektanta                           13-16</w:t>
      </w:r>
    </w:p>
    <w:p w:rsidR="00767F67" w:rsidRDefault="00767F67" w:rsidP="002A3559">
      <w:pPr>
        <w:numPr>
          <w:ilvl w:val="0"/>
          <w:numId w:val="2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Warunki techniczne (umowa) na przyłącze:</w:t>
      </w:r>
    </w:p>
    <w:p w:rsidR="00767F67" w:rsidRDefault="00767F67" w:rsidP="0002580D">
      <w:pPr>
        <w:ind w:left="75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-  wodociągowe,                                  17</w:t>
      </w:r>
    </w:p>
    <w:p w:rsidR="00767F67" w:rsidRDefault="00767F67" w:rsidP="00BA0CE9">
      <w:pPr>
        <w:ind w:left="75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-  elektroenergetyczne,                          18-19</w:t>
      </w:r>
    </w:p>
    <w:p w:rsidR="00767F67" w:rsidRDefault="00767F67" w:rsidP="00E95AFC">
      <w:pPr>
        <w:rPr>
          <w:rFonts w:ascii="Courier New" w:hAnsi="Courier New" w:cs="Courier New"/>
          <w:sz w:val="22"/>
          <w:szCs w:val="22"/>
        </w:rPr>
      </w:pPr>
    </w:p>
    <w:p w:rsidR="00767F67" w:rsidRPr="00F114EE" w:rsidRDefault="00767F67" w:rsidP="00E95AFC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7E281A">
      <w:pPr>
        <w:pStyle w:val="Heading4"/>
        <w:ind w:left="39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CZĘŚĆ GRAFICZNA</w:t>
      </w:r>
    </w:p>
    <w:p w:rsidR="00767F67" w:rsidRDefault="00767F67" w:rsidP="007E281A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BA0CE9">
      <w:pPr>
        <w:pStyle w:val="ListParagraph"/>
        <w:numPr>
          <w:ilvl w:val="0"/>
          <w:numId w:val="11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Plan sytuacyjny działki                          A1</w:t>
      </w:r>
    </w:p>
    <w:p w:rsidR="00767F67" w:rsidRDefault="00767F67" w:rsidP="00BA0CE9">
      <w:pPr>
        <w:pStyle w:val="ListParagraph"/>
        <w:numPr>
          <w:ilvl w:val="0"/>
          <w:numId w:val="11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Rzut parteru – inwentaryzacja                    A2</w:t>
      </w:r>
    </w:p>
    <w:p w:rsidR="00767F67" w:rsidRPr="00BA0CE9" w:rsidRDefault="00767F67" w:rsidP="00BA0CE9">
      <w:pPr>
        <w:pStyle w:val="ListParagraph"/>
        <w:numPr>
          <w:ilvl w:val="0"/>
          <w:numId w:val="11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Przekrój – inwentaryzacja                        A3</w:t>
      </w:r>
    </w:p>
    <w:p w:rsidR="00767F67" w:rsidRDefault="00767F67" w:rsidP="00BC1A63">
      <w:pPr>
        <w:pStyle w:val="ListParagraph"/>
        <w:numPr>
          <w:ilvl w:val="0"/>
          <w:numId w:val="11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Rzut parteru zmiany sposobu użytkowania          A4</w:t>
      </w:r>
    </w:p>
    <w:p w:rsidR="00767F67" w:rsidRPr="00BC1A63" w:rsidRDefault="00767F67" w:rsidP="00BC1A63">
      <w:pPr>
        <w:pStyle w:val="ListParagraph"/>
        <w:numPr>
          <w:ilvl w:val="0"/>
          <w:numId w:val="11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Przekrój zmiany sposobu użytkowania              A5        </w:t>
      </w:r>
      <w:r w:rsidRPr="00BC1A63">
        <w:rPr>
          <w:rFonts w:ascii="Courier New" w:hAnsi="Courier New" w:cs="Courier New"/>
          <w:sz w:val="22"/>
          <w:szCs w:val="22"/>
        </w:rPr>
        <w:t xml:space="preserve">      </w:t>
      </w:r>
    </w:p>
    <w:p w:rsidR="00767F67" w:rsidRPr="00AD7D46" w:rsidRDefault="00767F67" w:rsidP="0027339E">
      <w:pPr>
        <w:pStyle w:val="ListParagraph"/>
        <w:ind w:left="810"/>
        <w:rPr>
          <w:rFonts w:ascii="Courier New" w:hAnsi="Courier New" w:cs="Courier New"/>
          <w:sz w:val="22"/>
          <w:szCs w:val="22"/>
        </w:rPr>
      </w:pPr>
    </w:p>
    <w:p w:rsidR="00767F67" w:rsidRPr="00E80E18" w:rsidRDefault="00767F67" w:rsidP="00E80E18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0678D0">
      <w:pPr>
        <w:pStyle w:val="ListParagraph"/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907D9E">
      <w:pPr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1. Dane ogólne</w:t>
      </w:r>
    </w:p>
    <w:p w:rsidR="00767F67" w:rsidRPr="001413F5" w:rsidRDefault="00767F67" w:rsidP="00907D9E">
      <w:r>
        <w:rPr>
          <w:rFonts w:ascii="Courier New" w:hAnsi="Courier New" w:cs="Courier New"/>
          <w:sz w:val="22"/>
          <w:szCs w:val="22"/>
        </w:rPr>
        <w:t xml:space="preserve">          </w:t>
      </w:r>
    </w:p>
    <w:p w:rsidR="00767F67" w:rsidRDefault="00767F67" w:rsidP="00C23D92">
      <w:pPr>
        <w:ind w:left="390"/>
        <w:rPr>
          <w:rFonts w:ascii="Courier New" w:hAnsi="Courier New" w:cs="Courier New"/>
          <w:sz w:val="22"/>
          <w:szCs w:val="22"/>
        </w:rPr>
      </w:pPr>
      <w:r w:rsidRPr="00C23D92">
        <w:rPr>
          <w:rFonts w:ascii="Courier New" w:hAnsi="Courier New" w:cs="Courier New"/>
          <w:sz w:val="22"/>
          <w:szCs w:val="22"/>
        </w:rPr>
        <w:t>1.</w:t>
      </w:r>
      <w:r>
        <w:rPr>
          <w:rFonts w:ascii="Courier New" w:hAnsi="Courier New" w:cs="Courier New"/>
          <w:sz w:val="22"/>
          <w:szCs w:val="22"/>
        </w:rPr>
        <w:t>1.  Stadium projektu – PB remontu i termomodernizacji.</w:t>
      </w:r>
    </w:p>
    <w:p w:rsidR="00767F67" w:rsidRPr="00C23D92" w:rsidRDefault="00767F67" w:rsidP="00C23D92">
      <w:pPr>
        <w:ind w:left="390"/>
        <w:rPr>
          <w:rFonts w:ascii="Courier New" w:hAnsi="Courier New" w:cs="Courier New"/>
          <w:sz w:val="22"/>
          <w:szCs w:val="22"/>
        </w:rPr>
      </w:pPr>
    </w:p>
    <w:p w:rsidR="00767F67" w:rsidRDefault="00767F67" w:rsidP="00904C19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1.2.  Podstawa opracowania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1413F5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Umowa zawarta z Inwestorem.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1413F5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1.3.  Lokalizacja inwestycji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1413F5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Grabostów, gm. Zelów, działka nr 100 i 101/2, </w:t>
      </w:r>
    </w:p>
    <w:p w:rsidR="00767F67" w:rsidRPr="002A3559" w:rsidRDefault="00767F67" w:rsidP="001413F5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obręb – Kolonia Grabostów.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710C60">
      <w:pPr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2. Projekt zagospodarowania działki</w:t>
      </w:r>
    </w:p>
    <w:p w:rsidR="00767F67" w:rsidRDefault="00767F67">
      <w:pPr>
        <w:rPr>
          <w:rFonts w:ascii="Courier New" w:hAnsi="Courier New" w:cs="Courier New"/>
          <w:b/>
          <w:bCs/>
          <w:sz w:val="22"/>
          <w:szCs w:val="22"/>
        </w:rPr>
      </w:pPr>
    </w:p>
    <w:p w:rsidR="00767F67" w:rsidRDefault="00767F67">
      <w:pPr>
        <w:numPr>
          <w:ilvl w:val="1"/>
          <w:numId w:val="1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2.1.  Materiały wyjściowe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CB7C56">
      <w:pPr>
        <w:ind w:left="111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-  mapa geodezyjna do celów projektowych w skali 1:500,</w:t>
      </w:r>
    </w:p>
    <w:p w:rsidR="00767F67" w:rsidRDefault="00767F67" w:rsidP="00E95AFC">
      <w:pPr>
        <w:ind w:left="111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-  warunki techniczne (umowa) na przyłącze wody,</w:t>
      </w:r>
    </w:p>
    <w:p w:rsidR="00767F67" w:rsidRDefault="00767F67" w:rsidP="00E124D2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-  warunki techniczne (umowa) na przyłącze energii</w:t>
      </w:r>
    </w:p>
    <w:p w:rsidR="00767F67" w:rsidRDefault="00767F67" w:rsidP="00E124D2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elektrycznej</w:t>
      </w:r>
    </w:p>
    <w:p w:rsidR="00767F67" w:rsidRPr="002A3559" w:rsidRDefault="00767F67" w:rsidP="00E124D2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-  ustalenia planu miejscowego,</w:t>
      </w:r>
    </w:p>
    <w:p w:rsidR="00767F67" w:rsidRPr="00685E25" w:rsidRDefault="00767F67" w:rsidP="00E95AFC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-  pismo ZPI.271.8.2012 z dnia 03.02.2012r.</w:t>
      </w:r>
    </w:p>
    <w:p w:rsidR="00767F67" w:rsidRDefault="00767F67">
      <w:pPr>
        <w:ind w:left="147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</w:t>
      </w:r>
    </w:p>
    <w:p w:rsidR="00767F67" w:rsidRDefault="00767F67">
      <w:pPr>
        <w:numPr>
          <w:ilvl w:val="1"/>
          <w:numId w:val="1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2.2.  Zakres i przedmiot opracowania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1413F5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Przedmiotem opracowania jest projekt budowlany remontu i</w:t>
      </w:r>
    </w:p>
    <w:p w:rsidR="00767F67" w:rsidRDefault="00767F67" w:rsidP="004E08AD">
      <w:pPr>
        <w:ind w:left="708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termomodernizacji budynku OSP w Grabostowie na działce nr </w:t>
      </w:r>
    </w:p>
    <w:p w:rsidR="00767F67" w:rsidRDefault="00767F67" w:rsidP="004E08AD">
      <w:pPr>
        <w:ind w:left="708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100 i 101/2, obręb – Kolonia Grabostów.</w:t>
      </w:r>
    </w:p>
    <w:p w:rsidR="00767F67" w:rsidRDefault="00767F67">
      <w:pPr>
        <w:ind w:left="144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numPr>
          <w:ilvl w:val="1"/>
          <w:numId w:val="1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2.3.  Opis lokalizacji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654C4E">
      <w:pPr>
        <w:ind w:left="120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Działka nr 100 i 101/2 z łagodnym spadkiem w kierunku zachodnim.</w:t>
      </w:r>
    </w:p>
    <w:p w:rsidR="00767F67" w:rsidRDefault="00767F67" w:rsidP="00654C4E">
      <w:pPr>
        <w:ind w:left="120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Zjazd na działkę istniejący z drogi gminnej. Działka graniczy: od wschodu i zachodu z terenem upraw rolnych, od północy z działką zabudowaną, a od południa ze wspomnianą drogą gminną.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Pr="00F65AC2" w:rsidRDefault="00767F67" w:rsidP="00F65AC2">
      <w:pPr>
        <w:numPr>
          <w:ilvl w:val="1"/>
          <w:numId w:val="1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2.4.  Istniejący stan zagospodarowania działki.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4E08AD">
      <w:pPr>
        <w:ind w:left="120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Działka jest zabudowana przeznaczonym do remontu i termo-modernizacji budynku OSP w Grabostowie. Działka </w:t>
      </w:r>
    </w:p>
    <w:p w:rsidR="00767F67" w:rsidRDefault="00767F67" w:rsidP="004E08AD">
      <w:pPr>
        <w:ind w:left="492" w:firstLine="708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przyłączona jest do napowietrznej linii elektro-</w:t>
      </w:r>
    </w:p>
    <w:p w:rsidR="00767F67" w:rsidRDefault="00767F67" w:rsidP="004E08AD">
      <w:pPr>
        <w:ind w:left="492" w:firstLine="708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energetycznej, zbiornika na ścieki i nieczynnej studni.</w:t>
      </w:r>
    </w:p>
    <w:p w:rsidR="00767F67" w:rsidRDefault="00767F67" w:rsidP="004E08AD">
      <w:pPr>
        <w:ind w:left="492" w:firstLine="708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W granicy wschodniej jest częściowo ogrodzona.     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numPr>
          <w:ilvl w:val="1"/>
          <w:numId w:val="1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2.5.  Projektowane zagospodarowanie działki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Na działce nr 100 i 101/2, w związku z przewidywanym remon-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tem i termomodernizacji budynku, projektuje się: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-  wykonanie przyłącza wodociągowego (wg odrębnego 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opracowania),     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-  utwardzenia placu przed budynkiem,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-  budowę 4 miejsc postojowych dla samochodów osobowych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(w tym 1 dla niepełnosprawnych),                  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-  podjazd dla niepełnosprawnych - przy wejściu głównym,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-  utwardzenie terenu przy wyjściu ewakuacyjnym (przy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wschodniej ścianie budynku),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-  wymianę instalacji wod.-kan., elektrycznej i ogrzewczej,</w:t>
      </w:r>
    </w:p>
    <w:p w:rsidR="00767F67" w:rsidRDefault="00767F67" w:rsidP="0063454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-  budowę 2 masztów.</w:t>
      </w:r>
    </w:p>
    <w:p w:rsidR="00767F67" w:rsidRDefault="00767F67" w:rsidP="001413F5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1413F5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2.6.  Zestawienie powierzchni elementów zagospodarowania działki</w:t>
      </w:r>
    </w:p>
    <w:p w:rsidR="00767F67" w:rsidRDefault="00767F67" w:rsidP="001413F5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(w granicach objętych wnioskiem).</w:t>
      </w:r>
    </w:p>
    <w:p w:rsidR="00767F67" w:rsidRDefault="00767F67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</w:t>
      </w:r>
    </w:p>
    <w:p w:rsidR="00767F67" w:rsidRDefault="00767F67" w:rsidP="003A6B50">
      <w:pPr>
        <w:pStyle w:val="BodyTextIndent"/>
        <w:rPr>
          <w:rFonts w:ascii="Courier New" w:hAnsi="Courier New" w:cs="Courier New"/>
          <w:sz w:val="22"/>
          <w:szCs w:val="22"/>
        </w:rPr>
      </w:pPr>
      <w:r w:rsidRPr="0029478F">
        <w:rPr>
          <w:rFonts w:ascii="Courier New" w:hAnsi="Courier New" w:cs="Courier New"/>
          <w:sz w:val="22"/>
          <w:szCs w:val="22"/>
        </w:rPr>
        <w:t xml:space="preserve">    </w:t>
      </w:r>
      <w:r>
        <w:rPr>
          <w:rFonts w:ascii="Courier New" w:hAnsi="Courier New" w:cs="Courier New"/>
          <w:sz w:val="22"/>
          <w:szCs w:val="22"/>
        </w:rPr>
        <w:t xml:space="preserve">Pow. zabudowy                            -     261,17 </w:t>
      </w:r>
      <w:r w:rsidRPr="00A60B93">
        <w:rPr>
          <w:rFonts w:ascii="Courier New" w:hAnsi="Courier New" w:cs="Courier New"/>
          <w:sz w:val="22"/>
          <w:szCs w:val="22"/>
        </w:rPr>
        <w:t>m</w:t>
      </w:r>
      <w:r>
        <w:rPr>
          <w:rFonts w:ascii="Courier New" w:hAnsi="Courier New" w:cs="Courier New"/>
          <w:sz w:val="22"/>
          <w:szCs w:val="22"/>
          <w:vertAlign w:val="superscript"/>
        </w:rPr>
        <w:t>2</w:t>
      </w:r>
      <w:r>
        <w:rPr>
          <w:rFonts w:ascii="Courier New" w:hAnsi="Courier New" w:cs="Courier New"/>
          <w:sz w:val="22"/>
          <w:szCs w:val="22"/>
        </w:rPr>
        <w:t xml:space="preserve"> </w:t>
      </w:r>
    </w:p>
    <w:p w:rsidR="00767F67" w:rsidRPr="003A6B50" w:rsidRDefault="00767F67" w:rsidP="003A6B50">
      <w:pPr>
        <w:pStyle w:val="BodyTextInden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Pow. dojść i dojazdów                    -     508,00</w:t>
      </w:r>
      <w:r w:rsidRPr="003A6B50">
        <w:rPr>
          <w:rFonts w:ascii="Courier New" w:hAnsi="Courier New" w:cs="Courier New"/>
          <w:sz w:val="22"/>
          <w:szCs w:val="22"/>
        </w:rPr>
        <w:t xml:space="preserve"> m</w:t>
      </w:r>
      <w:r w:rsidRPr="003A6B50">
        <w:rPr>
          <w:rFonts w:ascii="Courier New" w:hAnsi="Courier New" w:cs="Courier New"/>
          <w:sz w:val="22"/>
          <w:szCs w:val="22"/>
          <w:vertAlign w:val="superscript"/>
        </w:rPr>
        <w:t>2</w:t>
      </w:r>
    </w:p>
    <w:p w:rsidR="00767F67" w:rsidRPr="003A6B50" w:rsidRDefault="00767F67" w:rsidP="00634544">
      <w:pPr>
        <w:pStyle w:val="BodyTextInden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Pow. biologicznie czynna                 -     834,83 </w:t>
      </w:r>
      <w:r w:rsidRPr="003A6B50">
        <w:rPr>
          <w:rFonts w:ascii="Courier New" w:hAnsi="Courier New" w:cs="Courier New"/>
          <w:sz w:val="22"/>
          <w:szCs w:val="22"/>
        </w:rPr>
        <w:t>m</w:t>
      </w:r>
      <w:r w:rsidRPr="003A6B50">
        <w:rPr>
          <w:rFonts w:ascii="Courier New" w:hAnsi="Courier New" w:cs="Courier New"/>
          <w:sz w:val="22"/>
          <w:szCs w:val="22"/>
          <w:vertAlign w:val="superscript"/>
        </w:rPr>
        <w:t>2</w:t>
      </w:r>
      <w:r w:rsidRPr="003A6B50">
        <w:rPr>
          <w:rFonts w:ascii="Courier New" w:hAnsi="Courier New" w:cs="Courier New"/>
          <w:sz w:val="22"/>
          <w:szCs w:val="22"/>
        </w:rPr>
        <w:t xml:space="preserve">   </w:t>
      </w:r>
    </w:p>
    <w:p w:rsidR="00767F67" w:rsidRPr="00833DE5" w:rsidRDefault="00767F67" w:rsidP="00833DE5">
      <w:pPr>
        <w:pStyle w:val="BodyTextInden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Pow. działki                             -   1.604,00 m</w:t>
      </w:r>
      <w:r>
        <w:rPr>
          <w:rFonts w:ascii="Courier New" w:hAnsi="Courier New" w:cs="Courier New"/>
          <w:sz w:val="22"/>
          <w:szCs w:val="22"/>
          <w:vertAlign w:val="superscript"/>
        </w:rPr>
        <w:t>2</w:t>
      </w:r>
      <w:r>
        <w:rPr>
          <w:rFonts w:ascii="Courier New" w:hAnsi="Courier New" w:cs="Courier New"/>
          <w:sz w:val="22"/>
          <w:szCs w:val="22"/>
        </w:rPr>
        <w:t xml:space="preserve">  </w:t>
      </w:r>
    </w:p>
    <w:p w:rsidR="00767F67" w:rsidRDefault="00767F67" w:rsidP="006E2F82">
      <w:pPr>
        <w:pStyle w:val="BodyTextInden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</w:t>
      </w:r>
    </w:p>
    <w:p w:rsidR="00767F67" w:rsidRDefault="00767F67" w:rsidP="001413F5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2.7.  Ochrona dziedzictwa kulturowego i zabytków oraz dóbr  </w:t>
      </w:r>
    </w:p>
    <w:p w:rsidR="00767F67" w:rsidRDefault="00767F67" w:rsidP="001413F5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kultury współczesnej</w:t>
      </w:r>
    </w:p>
    <w:p w:rsidR="00767F67" w:rsidRDefault="00767F67">
      <w:pPr>
        <w:pStyle w:val="BodyTextIndent"/>
        <w:rPr>
          <w:rFonts w:ascii="Courier New" w:hAnsi="Courier New" w:cs="Courier New"/>
          <w:sz w:val="22"/>
          <w:szCs w:val="22"/>
        </w:rPr>
      </w:pPr>
    </w:p>
    <w:p w:rsidR="00767F67" w:rsidRDefault="00767F67" w:rsidP="001F7397">
      <w:pPr>
        <w:pStyle w:val="BodyTextInden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Działka nr 100 i 101/2, na której planowana jest zamierzona</w:t>
      </w:r>
    </w:p>
    <w:p w:rsidR="00767F67" w:rsidRDefault="00767F67" w:rsidP="004E08AD">
      <w:pPr>
        <w:pStyle w:val="BodyTextInden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inwestycja, polegająca na remoncie i termomodernizacji </w:t>
      </w:r>
    </w:p>
    <w:p w:rsidR="00767F67" w:rsidRDefault="00767F67" w:rsidP="005577D1">
      <w:pPr>
        <w:pStyle w:val="BodyTextInden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budynku, znajduje się poza strefami szczególnej ochrony  </w:t>
      </w:r>
    </w:p>
    <w:p w:rsidR="00767F67" w:rsidRDefault="00767F67" w:rsidP="005577D1">
      <w:pPr>
        <w:pStyle w:val="BodyTextInden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konserwatorskiej.             </w:t>
      </w:r>
    </w:p>
    <w:p w:rsidR="00767F67" w:rsidRDefault="00767F67">
      <w:pPr>
        <w:pStyle w:val="BodyTextIndent"/>
        <w:rPr>
          <w:rFonts w:ascii="Courier New" w:hAnsi="Courier New" w:cs="Courier New"/>
          <w:sz w:val="22"/>
          <w:szCs w:val="22"/>
        </w:rPr>
      </w:pPr>
    </w:p>
    <w:p w:rsidR="00767F67" w:rsidRDefault="00767F67" w:rsidP="001F7397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2.8.  Warunki geotechniczne i wpływ eksploatacji górniczej</w:t>
      </w:r>
    </w:p>
    <w:p w:rsidR="00767F67" w:rsidRDefault="00767F67">
      <w:pPr>
        <w:pStyle w:val="BodyTextIndent"/>
        <w:rPr>
          <w:rFonts w:ascii="Courier New" w:hAnsi="Courier New" w:cs="Courier New"/>
          <w:sz w:val="22"/>
          <w:szCs w:val="22"/>
        </w:rPr>
      </w:pPr>
    </w:p>
    <w:p w:rsidR="00767F67" w:rsidRDefault="00767F67" w:rsidP="000455A8">
      <w:pPr>
        <w:pStyle w:val="BodyTextInden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Teren inwestycji znajduje się poza terenem zagrożonym</w:t>
      </w:r>
    </w:p>
    <w:p w:rsidR="00767F67" w:rsidRDefault="00767F67" w:rsidP="00890908">
      <w:pPr>
        <w:pStyle w:val="BodyTextInden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eksploatacją górniczą. </w:t>
      </w:r>
    </w:p>
    <w:p w:rsidR="00767F67" w:rsidRDefault="00767F67" w:rsidP="00BF6B92">
      <w:pPr>
        <w:pStyle w:val="BodyTextIndent"/>
        <w:ind w:left="14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</w:t>
      </w:r>
    </w:p>
    <w:p w:rsidR="00767F67" w:rsidRDefault="00767F67" w:rsidP="001F7397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2.9.  Informacje i dane o charakterze i cechach istniejących</w:t>
      </w:r>
    </w:p>
    <w:p w:rsidR="00767F67" w:rsidRDefault="00767F67" w:rsidP="001F7397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i przewidywanych zagrożeniach dla środowiska oraz higieny</w:t>
      </w:r>
    </w:p>
    <w:p w:rsidR="00767F67" w:rsidRDefault="00767F67" w:rsidP="001F7397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i zdrowia użytkowników projektowanego obiektu budowlanego</w:t>
      </w:r>
    </w:p>
    <w:p w:rsidR="00767F67" w:rsidRDefault="00767F67" w:rsidP="001F7397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i jego otoczenia w zakresie zgodnym z przepisami odrębnymi</w:t>
      </w:r>
    </w:p>
    <w:p w:rsidR="00767F67" w:rsidRDefault="00767F67">
      <w:pPr>
        <w:pStyle w:val="BodyTextIndent"/>
        <w:ind w:left="1440"/>
        <w:rPr>
          <w:rFonts w:ascii="Courier New" w:hAnsi="Courier New" w:cs="Courier New"/>
          <w:sz w:val="22"/>
          <w:szCs w:val="22"/>
        </w:rPr>
      </w:pPr>
    </w:p>
    <w:p w:rsidR="00767F67" w:rsidRDefault="00767F67" w:rsidP="001F7397">
      <w:pPr>
        <w:pStyle w:val="BodyTextInden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Projektowana inwestycja nie powoduje zagrożeń dla środo-</w:t>
      </w:r>
    </w:p>
    <w:p w:rsidR="00767F67" w:rsidRDefault="00767F67" w:rsidP="001F7397">
      <w:pPr>
        <w:pStyle w:val="BodyTextInden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iska oraz higieny i zdrowia użytkowników a także dla </w:t>
      </w:r>
    </w:p>
    <w:p w:rsidR="00767F67" w:rsidRDefault="00767F67" w:rsidP="00983646">
      <w:pPr>
        <w:pStyle w:val="BodyTextInden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otoczenia. </w:t>
      </w:r>
    </w:p>
    <w:p w:rsidR="00767F67" w:rsidRDefault="00767F67">
      <w:pPr>
        <w:pStyle w:val="BodyTextIndent"/>
        <w:ind w:left="144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pStyle w:val="BodyTextIndent"/>
        <w:ind w:left="1440"/>
        <w:rPr>
          <w:rFonts w:ascii="Courier New" w:hAnsi="Courier New" w:cs="Courier New"/>
          <w:sz w:val="22"/>
          <w:szCs w:val="22"/>
        </w:rPr>
      </w:pPr>
    </w:p>
    <w:p w:rsidR="00767F67" w:rsidRDefault="00767F67" w:rsidP="00DB711E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pStyle w:val="BodyTextIndent"/>
        <w:ind w:left="144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pStyle w:val="BodyTextIndent"/>
        <w:ind w:left="14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arch. Tadeusz Kędziak</w:t>
      </w:r>
    </w:p>
    <w:p w:rsidR="00767F67" w:rsidRDefault="00767F67">
      <w:pPr>
        <w:pStyle w:val="BodyTextIndent"/>
        <w:ind w:left="144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pStyle w:val="BodyTextIndent"/>
        <w:ind w:left="144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pStyle w:val="BodyTextIndent"/>
        <w:ind w:left="14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UAN.V.8388/1/88</w:t>
      </w:r>
    </w:p>
    <w:p w:rsidR="00767F67" w:rsidRDefault="00767F67">
      <w:pPr>
        <w:pStyle w:val="BodyTextIndent"/>
        <w:ind w:left="144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pStyle w:val="BodyTextIndent"/>
        <w:ind w:left="144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pStyle w:val="BodyTextIndent"/>
        <w:ind w:left="144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pStyle w:val="BodyTextIndent"/>
        <w:ind w:left="144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pStyle w:val="BodyTextIndent"/>
        <w:ind w:left="1440"/>
        <w:rPr>
          <w:rFonts w:ascii="Courier New" w:hAnsi="Courier New" w:cs="Courier New"/>
          <w:sz w:val="22"/>
          <w:szCs w:val="22"/>
        </w:rPr>
      </w:pPr>
    </w:p>
    <w:p w:rsidR="00767F67" w:rsidRDefault="00767F67" w:rsidP="00DB711E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pStyle w:val="BodyTextIndent"/>
        <w:ind w:left="144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   3. Opis projektowanego remontu i termomodernizacji budynku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3.1.  Opis projektowanego remontu i termomodernizacji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Celem projektu jest określenie, zgodnie z zapytaniem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ofertowym, jest określenie i zaprojektowanie robót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remontowych, w tym termomodernizacja budynku oraz jego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przystosowanie do wymogów przepisów przeciwpożarowych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(wyjście ewakuacyjne). Opis remontu przedstawiono w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niniejszym opracowaniu (p. 4-6) i na rysunkach, a jego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szczegółowy zakres zawarto w kosztorysie.       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3.2.  Parametry techniczne budynku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Pow. zabudowy                  -   261,17 m</w:t>
      </w:r>
      <w:r>
        <w:rPr>
          <w:rFonts w:ascii="Courier New" w:hAnsi="Courier New" w:cs="Courier New"/>
          <w:sz w:val="22"/>
          <w:szCs w:val="22"/>
          <w:vertAlign w:val="superscript"/>
        </w:rPr>
        <w:t>2</w:t>
      </w:r>
      <w:r>
        <w:rPr>
          <w:rFonts w:ascii="Courier New" w:hAnsi="Courier New" w:cs="Courier New"/>
          <w:sz w:val="22"/>
          <w:szCs w:val="22"/>
        </w:rPr>
        <w:t xml:space="preserve"> </w:t>
      </w:r>
    </w:p>
    <w:p w:rsidR="00767F67" w:rsidRPr="00A614C4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Pow. użytkowa                  -   217,900 m</w:t>
      </w:r>
      <w:r>
        <w:rPr>
          <w:rFonts w:ascii="Courier New" w:hAnsi="Courier New" w:cs="Courier New"/>
          <w:sz w:val="22"/>
          <w:szCs w:val="22"/>
          <w:vertAlign w:val="superscript"/>
        </w:rPr>
        <w:t>2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pStyle w:val="ListParagraph"/>
        <w:numPr>
          <w:ilvl w:val="1"/>
          <w:numId w:val="22"/>
        </w:numPr>
        <w:rPr>
          <w:rFonts w:ascii="Courier New" w:hAnsi="Courier New" w:cs="Courier New"/>
          <w:sz w:val="22"/>
          <w:szCs w:val="22"/>
        </w:rPr>
      </w:pPr>
      <w:r w:rsidRPr="00E86081">
        <w:rPr>
          <w:rFonts w:ascii="Courier New" w:hAnsi="Courier New" w:cs="Courier New"/>
          <w:sz w:val="22"/>
          <w:szCs w:val="22"/>
        </w:rPr>
        <w:t>Wiatrołap</w:t>
      </w:r>
      <w:r>
        <w:rPr>
          <w:rFonts w:ascii="Courier New" w:hAnsi="Courier New" w:cs="Courier New"/>
          <w:sz w:val="22"/>
          <w:szCs w:val="22"/>
        </w:rPr>
        <w:t xml:space="preserve">                -      8,31 m</w:t>
      </w:r>
      <w:r>
        <w:rPr>
          <w:rFonts w:ascii="Courier New" w:hAnsi="Courier New" w:cs="Courier New"/>
          <w:sz w:val="22"/>
          <w:szCs w:val="22"/>
          <w:vertAlign w:val="superscript"/>
        </w:rPr>
        <w:t>2</w:t>
      </w:r>
    </w:p>
    <w:p w:rsidR="00767F67" w:rsidRDefault="00767F67" w:rsidP="00AD2CAD">
      <w:pPr>
        <w:pStyle w:val="ListParagraph"/>
        <w:numPr>
          <w:ilvl w:val="1"/>
          <w:numId w:val="22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WC                       -      8,26 m</w:t>
      </w:r>
      <w:r>
        <w:rPr>
          <w:rFonts w:ascii="Courier New" w:hAnsi="Courier New" w:cs="Courier New"/>
          <w:sz w:val="22"/>
          <w:szCs w:val="22"/>
          <w:vertAlign w:val="superscript"/>
        </w:rPr>
        <w:t>2</w:t>
      </w:r>
    </w:p>
    <w:p w:rsidR="00767F67" w:rsidRDefault="00767F67" w:rsidP="00AD2CAD">
      <w:pPr>
        <w:pStyle w:val="ListParagraph"/>
        <w:numPr>
          <w:ilvl w:val="1"/>
          <w:numId w:val="22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Pom. socjalne            -     23,63 m</w:t>
      </w:r>
      <w:r>
        <w:rPr>
          <w:rFonts w:ascii="Courier New" w:hAnsi="Courier New" w:cs="Courier New"/>
          <w:sz w:val="22"/>
          <w:szCs w:val="22"/>
          <w:vertAlign w:val="superscript"/>
        </w:rPr>
        <w:t>2</w:t>
      </w:r>
    </w:p>
    <w:p w:rsidR="00767F67" w:rsidRDefault="00767F67" w:rsidP="00AD2CAD">
      <w:pPr>
        <w:pStyle w:val="ListParagraph"/>
        <w:numPr>
          <w:ilvl w:val="1"/>
          <w:numId w:val="22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Pom. magazynowe          -      3,91 m</w:t>
      </w:r>
      <w:r>
        <w:rPr>
          <w:rFonts w:ascii="Courier New" w:hAnsi="Courier New" w:cs="Courier New"/>
          <w:sz w:val="22"/>
          <w:szCs w:val="22"/>
          <w:vertAlign w:val="superscript"/>
        </w:rPr>
        <w:t>2</w:t>
      </w:r>
    </w:p>
    <w:p w:rsidR="00767F67" w:rsidRDefault="00767F67" w:rsidP="00AD2CAD">
      <w:pPr>
        <w:pStyle w:val="ListParagraph"/>
        <w:numPr>
          <w:ilvl w:val="1"/>
          <w:numId w:val="22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Sala główna              -    120,66 m</w:t>
      </w:r>
      <w:r>
        <w:rPr>
          <w:rFonts w:ascii="Courier New" w:hAnsi="Courier New" w:cs="Courier New"/>
          <w:sz w:val="22"/>
          <w:szCs w:val="22"/>
          <w:vertAlign w:val="superscript"/>
        </w:rPr>
        <w:t>2</w:t>
      </w:r>
    </w:p>
    <w:p w:rsidR="00767F67" w:rsidRDefault="00767F67" w:rsidP="00AD2CAD">
      <w:pPr>
        <w:pStyle w:val="ListParagraph"/>
        <w:numPr>
          <w:ilvl w:val="1"/>
          <w:numId w:val="22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Schowek                  -      3,21 m</w:t>
      </w:r>
      <w:r>
        <w:rPr>
          <w:rFonts w:ascii="Courier New" w:hAnsi="Courier New" w:cs="Courier New"/>
          <w:sz w:val="22"/>
          <w:szCs w:val="22"/>
          <w:vertAlign w:val="superscript"/>
        </w:rPr>
        <w:t>2</w:t>
      </w:r>
    </w:p>
    <w:p w:rsidR="00767F67" w:rsidRDefault="00767F67" w:rsidP="00AD2CAD">
      <w:pPr>
        <w:pStyle w:val="ListParagraph"/>
        <w:numPr>
          <w:ilvl w:val="1"/>
          <w:numId w:val="22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Scena sali głównej       -      8,50 m</w:t>
      </w:r>
      <w:r>
        <w:rPr>
          <w:rFonts w:ascii="Courier New" w:hAnsi="Courier New" w:cs="Courier New"/>
          <w:sz w:val="22"/>
          <w:szCs w:val="22"/>
          <w:vertAlign w:val="superscript"/>
        </w:rPr>
        <w:t>2</w:t>
      </w:r>
    </w:p>
    <w:p w:rsidR="00767F67" w:rsidRDefault="00767F67" w:rsidP="00AD2CAD">
      <w:pPr>
        <w:pStyle w:val="ListParagraph"/>
        <w:numPr>
          <w:ilvl w:val="1"/>
          <w:numId w:val="22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Pom. gospodarcze         -      4,10 m</w:t>
      </w:r>
      <w:r>
        <w:rPr>
          <w:rFonts w:ascii="Courier New" w:hAnsi="Courier New" w:cs="Courier New"/>
          <w:sz w:val="22"/>
          <w:szCs w:val="22"/>
          <w:vertAlign w:val="superscript"/>
        </w:rPr>
        <w:t>2</w:t>
      </w:r>
    </w:p>
    <w:p w:rsidR="00767F67" w:rsidRDefault="00767F67" w:rsidP="00AD2CAD">
      <w:pPr>
        <w:pStyle w:val="ListParagraph"/>
        <w:numPr>
          <w:ilvl w:val="1"/>
          <w:numId w:val="22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Kotłownia                -      4,14 m</w:t>
      </w:r>
      <w:r>
        <w:rPr>
          <w:rFonts w:ascii="Courier New" w:hAnsi="Courier New" w:cs="Courier New"/>
          <w:sz w:val="22"/>
          <w:szCs w:val="22"/>
          <w:vertAlign w:val="superscript"/>
        </w:rPr>
        <w:t>2</w:t>
      </w:r>
    </w:p>
    <w:p w:rsidR="00767F67" w:rsidRDefault="00767F67" w:rsidP="00AD2CAD">
      <w:pPr>
        <w:pStyle w:val="ListParagraph"/>
        <w:numPr>
          <w:ilvl w:val="1"/>
          <w:numId w:val="22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Garaż                    -     33,18 m</w:t>
      </w:r>
      <w:r>
        <w:rPr>
          <w:rFonts w:ascii="Courier New" w:hAnsi="Courier New" w:cs="Courier New"/>
          <w:sz w:val="22"/>
          <w:szCs w:val="22"/>
          <w:vertAlign w:val="superscript"/>
        </w:rPr>
        <w:t>2</w:t>
      </w:r>
    </w:p>
    <w:p w:rsidR="00767F67" w:rsidRPr="003A32F6" w:rsidRDefault="00767F67" w:rsidP="003A32F6">
      <w:pPr>
        <w:pBdr>
          <w:bottom w:val="single" w:sz="12" w:space="1" w:color="auto"/>
        </w:pBd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pStyle w:val="ListParagraph"/>
        <w:ind w:left="2310"/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pStyle w:val="ListParagraph"/>
        <w:ind w:left="231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217,90 m</w:t>
      </w:r>
      <w:r>
        <w:rPr>
          <w:rFonts w:ascii="Courier New" w:hAnsi="Courier New" w:cs="Courier New"/>
          <w:sz w:val="22"/>
          <w:szCs w:val="22"/>
          <w:vertAlign w:val="superscript"/>
        </w:rPr>
        <w:t>2</w:t>
      </w:r>
    </w:p>
    <w:p w:rsidR="00767F67" w:rsidRPr="006A71FC" w:rsidRDefault="00767F67" w:rsidP="00AD2CAD">
      <w:pPr>
        <w:pStyle w:val="ListParagraph"/>
        <w:ind w:left="2310"/>
        <w:rPr>
          <w:rFonts w:ascii="Courier New" w:hAnsi="Courier New" w:cs="Courier New"/>
          <w:sz w:val="22"/>
          <w:szCs w:val="22"/>
        </w:rPr>
      </w:pPr>
    </w:p>
    <w:p w:rsidR="00767F67" w:rsidRPr="000069F3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Kubatura                       - 1.060,00 m</w:t>
      </w:r>
      <w:r>
        <w:rPr>
          <w:rFonts w:ascii="Courier New" w:hAnsi="Courier New" w:cs="Courier New"/>
          <w:sz w:val="22"/>
          <w:szCs w:val="22"/>
          <w:vertAlign w:val="superscript"/>
        </w:rPr>
        <w:t>3</w:t>
      </w:r>
      <w:r>
        <w:rPr>
          <w:rFonts w:ascii="Courier New" w:hAnsi="Courier New" w:cs="Courier New"/>
          <w:sz w:val="22"/>
          <w:szCs w:val="22"/>
        </w:rPr>
        <w:t xml:space="preserve">  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</w:t>
      </w:r>
      <w:r>
        <w:rPr>
          <w:rFonts w:ascii="Courier New" w:hAnsi="Courier New" w:cs="Courier New"/>
          <w:b/>
          <w:bCs/>
          <w:sz w:val="22"/>
          <w:szCs w:val="22"/>
        </w:rPr>
        <w:t>4. Dane konstrukcyjno-materiałowe</w:t>
      </w:r>
      <w:r>
        <w:rPr>
          <w:rFonts w:ascii="Courier New" w:hAnsi="Courier New" w:cs="Courier New"/>
          <w:sz w:val="22"/>
          <w:szCs w:val="22"/>
        </w:rPr>
        <w:t xml:space="preserve">           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4.1.  Konstrukcja budynku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Konstrukcja budynku istniejąca, murowana z pustaków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betonu komórkowego i cegły sylikatowej na licu budynku.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Konstrukcja dachu – stalowa.    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4.2.  Fundamenty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Istniejące, wg opisu w ekspertyzie technicznej.</w:t>
      </w:r>
    </w:p>
    <w:p w:rsidR="00767F67" w:rsidRDefault="00767F67" w:rsidP="00AD2CAD">
      <w:pPr>
        <w:tabs>
          <w:tab w:val="left" w:pos="1605"/>
        </w:tabs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4.3.  Ściany fundamentowe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Istniejące, wg opisu w ekspertyzie technicznej.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4.4.  Ściany zewnętrzne i wewnętrzne  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Istniejące, wg opisu w ekspertyzie technicznej.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Projektuje się rozkucie i zatynkowanie istniejącego na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ścianie zachodniej pionowego pęknięcia.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</w:t>
      </w:r>
    </w:p>
    <w:p w:rsidR="00767F67" w:rsidRPr="007A2570" w:rsidRDefault="00767F67" w:rsidP="00AD2CAD">
      <w:pPr>
        <w:pStyle w:val="ListParagraph"/>
        <w:numPr>
          <w:ilvl w:val="1"/>
          <w:numId w:val="19"/>
        </w:numPr>
        <w:rPr>
          <w:rFonts w:ascii="Courier New" w:hAnsi="Courier New" w:cs="Courier New"/>
          <w:sz w:val="22"/>
          <w:szCs w:val="22"/>
        </w:rPr>
      </w:pPr>
      <w:r w:rsidRPr="007A2570">
        <w:rPr>
          <w:rFonts w:ascii="Courier New" w:hAnsi="Courier New" w:cs="Courier New"/>
          <w:sz w:val="22"/>
          <w:szCs w:val="22"/>
        </w:rPr>
        <w:t>Strop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ind w:left="150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Nad pom. 1.4., 1.8. i 1.9. – istniejący.</w:t>
      </w:r>
    </w:p>
    <w:p w:rsidR="00767F67" w:rsidRPr="007A2570" w:rsidRDefault="00767F67" w:rsidP="00AD2CAD">
      <w:pPr>
        <w:ind w:left="1500"/>
        <w:rPr>
          <w:rFonts w:ascii="Courier New" w:hAnsi="Courier New" w:cs="Courier New"/>
          <w:sz w:val="22"/>
          <w:szCs w:val="22"/>
        </w:rPr>
      </w:pPr>
    </w:p>
    <w:p w:rsidR="00767F67" w:rsidRPr="00D77E33" w:rsidRDefault="00767F67" w:rsidP="00AD2CAD">
      <w:pPr>
        <w:rPr>
          <w:rFonts w:ascii="Courier New" w:hAnsi="Courier New" w:cs="Courier New"/>
          <w:b/>
          <w:bCs/>
          <w:sz w:val="22"/>
          <w:szCs w:val="22"/>
        </w:rPr>
      </w:pPr>
    </w:p>
    <w:p w:rsidR="00767F67" w:rsidRPr="00063673" w:rsidRDefault="00767F67" w:rsidP="00AD2CAD">
      <w:pPr>
        <w:pStyle w:val="ListParagraph"/>
        <w:numPr>
          <w:ilvl w:val="1"/>
          <w:numId w:val="19"/>
        </w:numPr>
        <w:rPr>
          <w:rFonts w:ascii="Courier New" w:hAnsi="Courier New" w:cs="Courier New"/>
          <w:sz w:val="22"/>
          <w:szCs w:val="22"/>
        </w:rPr>
      </w:pPr>
      <w:r w:rsidRPr="00063673">
        <w:rPr>
          <w:rFonts w:ascii="Courier New" w:hAnsi="Courier New" w:cs="Courier New"/>
          <w:sz w:val="22"/>
          <w:szCs w:val="22"/>
        </w:rPr>
        <w:t>Dach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Konstrukcja dachu - istniejąca, wg opisu w ekspertyzie</w:t>
      </w:r>
    </w:p>
    <w:p w:rsidR="00767F67" w:rsidRPr="00063673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technicznej.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4.7. Izolacje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ind w:left="111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-  przeciwwilgociowa - posadzki parteru, </w:t>
      </w:r>
    </w:p>
    <w:p w:rsidR="00767F67" w:rsidRDefault="00767F67" w:rsidP="00AD2CAD">
      <w:pPr>
        <w:ind w:left="111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-  termiczna – ścian fundamentowych i ścian zewnętrznych:</w:t>
      </w:r>
    </w:p>
    <w:p w:rsidR="00767F67" w:rsidRDefault="00767F67" w:rsidP="00AD2CAD">
      <w:pPr>
        <w:ind w:left="111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• z wełny mineralnej ściany szczytowe wschodnia i za-</w:t>
      </w:r>
    </w:p>
    <w:p w:rsidR="00767F67" w:rsidRDefault="00767F67" w:rsidP="00AD2CAD">
      <w:pPr>
        <w:ind w:left="111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zachodnia oraz 2,0 m od szczytów na ścianie fronto-</w:t>
      </w:r>
    </w:p>
    <w:p w:rsidR="00767F67" w:rsidRDefault="00767F67" w:rsidP="00AD2CAD">
      <w:pPr>
        <w:ind w:left="111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wej (połu-dniowej) i tylnej (północnej), oraz sufitu</w:t>
      </w:r>
    </w:p>
    <w:p w:rsidR="00767F67" w:rsidRDefault="00767F67" w:rsidP="00AD2CAD">
      <w:pPr>
        <w:ind w:left="111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gr. 20,0 cm,                                      </w:t>
      </w:r>
    </w:p>
    <w:p w:rsidR="00767F67" w:rsidRDefault="00767F67" w:rsidP="00AD2CAD">
      <w:pPr>
        <w:ind w:left="111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• ze styropianu o grubości 8,0 cm, posadzki parteru ze</w:t>
      </w:r>
    </w:p>
    <w:p w:rsidR="00767F67" w:rsidRDefault="00767F67" w:rsidP="00AD2CAD">
      <w:pPr>
        <w:ind w:left="111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styropianu gr. 6,0-10,0 cm.</w:t>
      </w:r>
    </w:p>
    <w:p w:rsidR="00767F67" w:rsidRPr="00F44EBF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</w:t>
      </w:r>
    </w:p>
    <w:p w:rsidR="00767F67" w:rsidRPr="008A419F" w:rsidRDefault="00767F67" w:rsidP="00AD2CAD">
      <w:pPr>
        <w:pStyle w:val="ListParagraph"/>
        <w:numPr>
          <w:ilvl w:val="0"/>
          <w:numId w:val="19"/>
        </w:numPr>
        <w:rPr>
          <w:rFonts w:ascii="Courier New" w:hAnsi="Courier New" w:cs="Courier New"/>
          <w:b/>
          <w:bCs/>
          <w:sz w:val="22"/>
          <w:szCs w:val="22"/>
        </w:rPr>
      </w:pPr>
      <w:r w:rsidRPr="008A419F">
        <w:rPr>
          <w:rFonts w:ascii="Courier New" w:hAnsi="Courier New" w:cs="Courier New"/>
          <w:b/>
          <w:bCs/>
          <w:sz w:val="22"/>
          <w:szCs w:val="22"/>
        </w:rPr>
        <w:t>Roboty wykończeniowe</w:t>
      </w:r>
    </w:p>
    <w:p w:rsidR="00767F67" w:rsidRPr="002E4DED" w:rsidRDefault="00767F67" w:rsidP="00AD2CAD">
      <w:pPr>
        <w:pStyle w:val="ListParagraph"/>
        <w:ind w:left="540"/>
        <w:rPr>
          <w:rFonts w:ascii="Courier New" w:hAnsi="Courier New" w:cs="Courier New"/>
          <w:b/>
          <w:bCs/>
          <w:sz w:val="22"/>
          <w:szCs w:val="22"/>
        </w:rPr>
      </w:pPr>
    </w:p>
    <w:p w:rsidR="00767F67" w:rsidRDefault="00767F67" w:rsidP="00AD2CAD">
      <w:pPr>
        <w:ind w:left="5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5.1. Tynki</w:t>
      </w:r>
    </w:p>
    <w:p w:rsidR="00767F67" w:rsidRDefault="00767F67" w:rsidP="00AD2CAD">
      <w:pPr>
        <w:ind w:left="540"/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ind w:left="5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-  wewnętrzne istniejące, przeznaczone do naprawy lub</w:t>
      </w:r>
    </w:p>
    <w:p w:rsidR="00767F67" w:rsidRDefault="00767F67" w:rsidP="00AD2CAD">
      <w:pPr>
        <w:ind w:left="5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wymiany - cementowo-wapienne gr. 1,5 cm.</w:t>
      </w:r>
    </w:p>
    <w:p w:rsidR="00767F67" w:rsidRDefault="00767F67" w:rsidP="00AD2CAD">
      <w:pPr>
        <w:ind w:left="540"/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ind w:left="5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5.2. Wykładziny</w:t>
      </w:r>
    </w:p>
    <w:p w:rsidR="00767F67" w:rsidRDefault="00767F67" w:rsidP="00AD2CAD">
      <w:pPr>
        <w:ind w:left="540"/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ind w:left="5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-  glazura na ścianach WC i pomieszczeniu socjalnym i</w:t>
      </w:r>
    </w:p>
    <w:p w:rsidR="00767F67" w:rsidRDefault="00767F67" w:rsidP="00AD2CAD">
      <w:pPr>
        <w:ind w:left="5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pom. magazynowym,</w:t>
      </w:r>
    </w:p>
    <w:p w:rsidR="00767F67" w:rsidRDefault="00767F67" w:rsidP="00AD2CAD">
      <w:pPr>
        <w:ind w:left="540"/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ind w:left="5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5.3. Stolarka</w:t>
      </w:r>
    </w:p>
    <w:p w:rsidR="00767F67" w:rsidRDefault="00767F67" w:rsidP="00AD2CAD">
      <w:pPr>
        <w:ind w:left="540"/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ind w:left="5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Stolarka – istniejąca, drzwi ewakuacyjne w miejscu</w:t>
      </w:r>
    </w:p>
    <w:p w:rsidR="00767F67" w:rsidRDefault="00767F67" w:rsidP="00AD2CAD">
      <w:pPr>
        <w:ind w:left="5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jednego z okien z PCW, dostosowane profilem do okien</w:t>
      </w:r>
    </w:p>
    <w:p w:rsidR="00767F67" w:rsidRDefault="00767F67" w:rsidP="00AD2CAD">
      <w:pPr>
        <w:ind w:left="5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istniejących. Parapety zewnętrzne, w związku z ocieple-</w:t>
      </w:r>
    </w:p>
    <w:p w:rsidR="00767F67" w:rsidRPr="00FA018E" w:rsidRDefault="00767F67" w:rsidP="00AD2CAD">
      <w:pPr>
        <w:ind w:left="5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niem ścian - typowe do zastosowanych okien.</w:t>
      </w:r>
    </w:p>
    <w:p w:rsidR="00767F67" w:rsidRDefault="00767F67" w:rsidP="00AD2CAD">
      <w:pPr>
        <w:ind w:left="5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</w:t>
      </w:r>
    </w:p>
    <w:p w:rsidR="00767F67" w:rsidRDefault="00767F67" w:rsidP="00AD2CAD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5.4. Malowanie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Malowanie ścian wewnątrz farbami emulsyjnymi lub ftalo-</w:t>
      </w:r>
    </w:p>
    <w:p w:rsidR="00767F67" w:rsidRDefault="00767F67" w:rsidP="00AD2CAD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wymi w kolorach jasnych. Tynk elewacyjny w kolorze</w:t>
      </w:r>
    </w:p>
    <w:p w:rsidR="00767F67" w:rsidRDefault="00767F67" w:rsidP="00AD2CAD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jasnym.</w:t>
      </w:r>
    </w:p>
    <w:p w:rsidR="00767F67" w:rsidRDefault="00767F67" w:rsidP="00AD2CAD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5.5. Obróbki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Obróbki blacharskie dachu (ścian szczytowych) z blachy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stalowej ocynkowanej i lakierowanej w kolorze obróbek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istniejących, rynny – istniejące, rury spustowe z PCW.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Pr="00FC1A22" w:rsidRDefault="00767F67" w:rsidP="00AD2CAD">
      <w:pPr>
        <w:pStyle w:val="ListParagraph"/>
        <w:numPr>
          <w:ilvl w:val="0"/>
          <w:numId w:val="19"/>
        </w:numPr>
        <w:rPr>
          <w:rFonts w:ascii="Courier New" w:hAnsi="Courier New" w:cs="Courier New"/>
          <w:b/>
          <w:bCs/>
          <w:sz w:val="22"/>
          <w:szCs w:val="22"/>
        </w:rPr>
      </w:pPr>
      <w:r w:rsidRPr="00FC1A22">
        <w:rPr>
          <w:rFonts w:ascii="Courier New" w:hAnsi="Courier New" w:cs="Courier New"/>
          <w:b/>
          <w:bCs/>
          <w:sz w:val="22"/>
          <w:szCs w:val="22"/>
        </w:rPr>
        <w:t>Zestawienie warstw przegród budowlanych</w:t>
      </w:r>
      <w:r>
        <w:rPr>
          <w:rFonts w:ascii="Courier New" w:hAnsi="Courier New" w:cs="Courier New"/>
          <w:sz w:val="22"/>
          <w:szCs w:val="22"/>
        </w:rPr>
        <w:t xml:space="preserve"> </w:t>
      </w:r>
    </w:p>
    <w:p w:rsidR="00767F67" w:rsidRDefault="00767F67" w:rsidP="00AD2CAD">
      <w:pPr>
        <w:pStyle w:val="ListParagraph"/>
        <w:ind w:left="540"/>
        <w:rPr>
          <w:rFonts w:ascii="Courier New" w:hAnsi="Courier New" w:cs="Courier New"/>
          <w:sz w:val="22"/>
          <w:szCs w:val="22"/>
        </w:rPr>
      </w:pPr>
    </w:p>
    <w:p w:rsidR="00767F67" w:rsidRPr="00FC1A22" w:rsidRDefault="00767F67" w:rsidP="00AD2CAD">
      <w:pPr>
        <w:pStyle w:val="ListParagraph"/>
        <w:ind w:left="540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Wg rysunku A5 </w:t>
      </w:r>
    </w:p>
    <w:p w:rsidR="00767F67" w:rsidRPr="0067419A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</w:t>
      </w:r>
    </w:p>
    <w:p w:rsidR="00767F67" w:rsidRDefault="00767F67" w:rsidP="00AD2CAD">
      <w:pPr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</w:t>
      </w:r>
      <w:r>
        <w:rPr>
          <w:rFonts w:ascii="Courier New" w:hAnsi="Courier New" w:cs="Courier New"/>
          <w:b/>
          <w:bCs/>
          <w:sz w:val="22"/>
          <w:szCs w:val="22"/>
        </w:rPr>
        <w:t>7. Remont (wymiana) instalacje wewnętrzne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Wg projektów branżowych stanowiących integralną część</w:t>
      </w:r>
    </w:p>
    <w:p w:rsidR="00767F67" w:rsidRPr="00B5530C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opracowania.</w:t>
      </w:r>
    </w:p>
    <w:p w:rsidR="00767F67" w:rsidRPr="00246D5E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 w:rsidRPr="00E63503">
        <w:rPr>
          <w:rFonts w:ascii="Courier New" w:hAnsi="Courier New" w:cs="Courier New"/>
          <w:b/>
          <w:bCs/>
          <w:sz w:val="22"/>
          <w:szCs w:val="22"/>
        </w:rPr>
        <w:t xml:space="preserve">  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8. </w:t>
      </w:r>
      <w:r w:rsidRPr="00E63503">
        <w:rPr>
          <w:rFonts w:ascii="Courier New" w:hAnsi="Courier New" w:cs="Courier New"/>
          <w:b/>
          <w:bCs/>
          <w:sz w:val="22"/>
          <w:szCs w:val="22"/>
        </w:rPr>
        <w:t>Ochrona przeciwpożarowa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8.1. Budynek objęty remontem, w tym dociepleniem (termomoder-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Niwacją) ścian i sufitu jest budynkiem niskim (4,97 m).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8.2. Budynek jest zlokalizowany w granicy z terenem publi-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cznym, w sąsiedztwie uliczek osiedlowych.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8.3. W budynku nie przewiduje się przechowywania materiałów 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niebezpiecznych pożarowo. 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8.4. Nie przewiduje się w budynku obciążenia ogniowego,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gęstość obciążenia ogniowego Q ≤ 500 MJ/m</w:t>
      </w:r>
      <w:r>
        <w:rPr>
          <w:rFonts w:ascii="Courier New" w:hAnsi="Courier New" w:cs="Courier New"/>
          <w:sz w:val="22"/>
          <w:szCs w:val="22"/>
          <w:vertAlign w:val="superscript"/>
        </w:rPr>
        <w:t>2</w:t>
      </w:r>
      <w:r>
        <w:rPr>
          <w:rFonts w:ascii="Courier New" w:hAnsi="Courier New" w:cs="Courier New"/>
          <w:sz w:val="22"/>
          <w:szCs w:val="22"/>
        </w:rPr>
        <w:t>.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8.5. W projektowanym budynku nie występują pomieszczenia 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i strefy zagrożenia wybuchem.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8.6. Całość budynku (konstrukcja i materiały wykończeniowe)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wykonana jest z materiałów nierozprzestrzeniających 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ognia. 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8.7. Zaopatrzenie w wodę do zewnętrznego gaszenia stanowi  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hydrantu zewnętrzny na sieci wodociągowej woD225 w pasie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drogi gminnej w odległości 31,0 m od budynku będącego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przedmiotem remontu. Ewentualne wyposażenie projektowa-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nego budynku w dodatkowe urządzenia przeciwpożarowe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określi instrukcja bezpieczeństwa pożarowego wykonana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przez osobę uprawnioną.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8.8. Kategoria zagrożenia ludzi – ZL I,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Klasa odporności pożarowej – „D” (§ 212, ust. 3.).        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   9. Warunki socjalne i higieniczno-sanitarne </w:t>
      </w:r>
      <w:r>
        <w:rPr>
          <w:rFonts w:ascii="Courier New" w:hAnsi="Courier New" w:cs="Courier New"/>
          <w:sz w:val="22"/>
          <w:szCs w:val="22"/>
        </w:rPr>
        <w:t xml:space="preserve"> 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W budynku nie przewiduje się zatrudnienia osób. Posadzki, za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wyjątkiem garażu, zmywalne z płytek gresowych. W pomieszczeniu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socjalnym i WC, na ścianach glazura do wysokości 2,0 m.      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arch. Tadeusz Kędziak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   UAN.V.8388/1/88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jc w:val="center"/>
        <w:rPr>
          <w:rFonts w:ascii="Courier New" w:hAnsi="Courier New" w:cs="Courier New"/>
          <w:b/>
          <w:bCs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Informacja</w:t>
      </w:r>
    </w:p>
    <w:p w:rsidR="00767F67" w:rsidRDefault="00767F67" w:rsidP="00AD2CAD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dotycząca bezpieczeństwa</w:t>
      </w:r>
    </w:p>
    <w:p w:rsidR="00767F67" w:rsidRDefault="00767F67" w:rsidP="00AD2CAD">
      <w:pPr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bCs/>
        </w:rPr>
        <w:t>i ochrony zdrowia</w:t>
      </w:r>
    </w:p>
    <w:p w:rsidR="00767F67" w:rsidRDefault="00767F67" w:rsidP="00AD2CAD">
      <w:pPr>
        <w:jc w:val="center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</w:t>
      </w:r>
      <w:r>
        <w:rPr>
          <w:rFonts w:ascii="Courier New" w:hAnsi="Courier New" w:cs="Courier New"/>
          <w:sz w:val="16"/>
          <w:szCs w:val="16"/>
        </w:rPr>
        <w:t>PRZEDSIĘWZIĘCIE:</w:t>
      </w:r>
      <w:r>
        <w:rPr>
          <w:rFonts w:ascii="Courier New" w:hAnsi="Courier New" w:cs="Courier New"/>
          <w:sz w:val="18"/>
          <w:szCs w:val="18"/>
        </w:rPr>
        <w:t xml:space="preserve">  </w:t>
      </w:r>
      <w:r w:rsidRPr="00AD2CAD">
        <w:rPr>
          <w:rFonts w:ascii="Courier New" w:hAnsi="Courier New" w:cs="Courier New"/>
          <w:sz w:val="22"/>
          <w:szCs w:val="22"/>
        </w:rPr>
        <w:t xml:space="preserve">Remont i termomodernizacja budynku OSP w 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</w:t>
      </w:r>
      <w:r w:rsidRPr="00AD2CAD">
        <w:rPr>
          <w:rFonts w:ascii="Courier New" w:hAnsi="Courier New" w:cs="Courier New"/>
          <w:sz w:val="22"/>
          <w:szCs w:val="22"/>
        </w:rPr>
        <w:t>Grabostowie</w:t>
      </w:r>
      <w:r>
        <w:rPr>
          <w:rFonts w:ascii="Courier New" w:hAnsi="Courier New" w:cs="Courier New"/>
          <w:sz w:val="22"/>
          <w:szCs w:val="22"/>
        </w:rPr>
        <w:t>, gm. Zel</w:t>
      </w:r>
      <w:r w:rsidRPr="00AD2CAD">
        <w:rPr>
          <w:rFonts w:ascii="Courier New" w:hAnsi="Courier New" w:cs="Courier New"/>
          <w:sz w:val="22"/>
          <w:szCs w:val="22"/>
        </w:rPr>
        <w:t>ów.</w:t>
      </w:r>
    </w:p>
    <w:p w:rsidR="00767F67" w:rsidRPr="00AD2CAD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Pr="004302FC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Działka nr 100 i 101/2, obręb – Kolonia 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Grabostów</w:t>
      </w: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          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        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</w:t>
      </w:r>
      <w:r>
        <w:rPr>
          <w:rFonts w:ascii="Courier New" w:hAnsi="Courier New" w:cs="Courier New"/>
          <w:sz w:val="16"/>
          <w:szCs w:val="16"/>
        </w:rPr>
        <w:t>INWESTOR:</w:t>
      </w:r>
      <w:r>
        <w:rPr>
          <w:rFonts w:ascii="Courier New" w:hAnsi="Courier New" w:cs="Courier New"/>
          <w:sz w:val="22"/>
          <w:szCs w:val="22"/>
        </w:rPr>
        <w:t xml:space="preserve">  GMINA ZELÓW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ul. Żeromskiego 23, 97-425 Zelów.</w:t>
      </w:r>
    </w:p>
    <w:p w:rsidR="00767F67" w:rsidRPr="00E13B04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</w:t>
      </w:r>
    </w:p>
    <w:p w:rsidR="00767F67" w:rsidRPr="00833DE5" w:rsidRDefault="00767F67">
      <w:pPr>
        <w:rPr>
          <w:rFonts w:ascii="Courier New" w:hAnsi="Courier New" w:cs="Courier New"/>
          <w:sz w:val="22"/>
          <w:szCs w:val="22"/>
        </w:rPr>
      </w:pPr>
      <w:r w:rsidRPr="00E13B04">
        <w:rPr>
          <w:rFonts w:ascii="Courier New" w:hAnsi="Courier New" w:cs="Courier New"/>
          <w:sz w:val="22"/>
          <w:szCs w:val="22"/>
        </w:rPr>
        <w:t xml:space="preserve">                       </w:t>
      </w:r>
      <w:r>
        <w:rPr>
          <w:rFonts w:ascii="Courier New" w:hAnsi="Courier New" w:cs="Courier New"/>
          <w:sz w:val="22"/>
          <w:szCs w:val="22"/>
        </w:rPr>
        <w:t xml:space="preserve">         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  PPA „PRO-ARCHI”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ul. Kwiatowa 6, 97-400 Bełchatów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arch. Tadeusz Kędziak 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                       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  UAN.V.8388/1/88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Pr="007D4B96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3778F2">
      <w:pPr>
        <w:numPr>
          <w:ilvl w:val="0"/>
          <w:numId w:val="8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Podstawa opracowania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</w:t>
      </w:r>
    </w:p>
    <w:p w:rsidR="00767F67" w:rsidRDefault="00767F67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Podstawą opracowania Informacji bezpieczeństwa i ochrony zdro-wia ( Informacja bioz ) jest Rozporządzenie Ministra Infrastru-ktury z dnia 23 czerwca 2003 roku sprawie informacji dotyczącej bezpieczeństwa i ochrony zdrowia oraz planu bezpieczeństwa i ochrony zdrowia.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3778F2">
      <w:pPr>
        <w:numPr>
          <w:ilvl w:val="0"/>
          <w:numId w:val="8"/>
        </w:numPr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Przedmiot opracowania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4C1602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Przedmiotem opracowania jest wykonanie Informacji bioz dla   zamierzenia inwestycyjnego polegającego na remoncie i termo- termomodernizacji budynku OSP w Grabostowie, gm. Zelów, na działce nr 100 i 101/2, obręb – Kolonia Grabostów.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Pr="00084CD6" w:rsidRDefault="00767F67" w:rsidP="003778F2">
      <w:pPr>
        <w:numPr>
          <w:ilvl w:val="0"/>
          <w:numId w:val="8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Zakres robót zamierzenia inwestycyjnego i kolejność realizacji</w:t>
      </w:r>
    </w:p>
    <w:p w:rsidR="00767F67" w:rsidRDefault="00767F67" w:rsidP="002574F2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3778F2">
      <w:pPr>
        <w:numPr>
          <w:ilvl w:val="1"/>
          <w:numId w:val="8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Roboty budowlane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3778F2">
      <w:pPr>
        <w:numPr>
          <w:ilvl w:val="0"/>
          <w:numId w:val="8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Wykaz istniejących obiektów budowlanych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084CD6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Wg opisu w p. 2.4. 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3778F2">
      <w:pPr>
        <w:numPr>
          <w:ilvl w:val="0"/>
          <w:numId w:val="8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Zagrożenia realizacyjne, ich skala, rodzaj oraz miejsce i czas występowania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093C41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W trakcie realizacji robót budowlanych mogą wystąpić zagrożenia realizacyjne typowe dla robót będącego przedmiotem opracowania. 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3778F2">
      <w:pPr>
        <w:numPr>
          <w:ilvl w:val="0"/>
          <w:numId w:val="8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Instruktaż pracowników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Poza szkoleniem podstawowym, nie przewiduje się szkolenia specjalistycznego pracowników.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3778F2">
      <w:pPr>
        <w:numPr>
          <w:ilvl w:val="0"/>
          <w:numId w:val="8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Środki techniczne i organizacyjne zapobiegające niebezpie-czeństwom w strefach szczególnego zagrożenia</w:t>
      </w:r>
    </w:p>
    <w:p w:rsidR="00767F67" w:rsidRDefault="00767F67">
      <w:pPr>
        <w:ind w:left="720"/>
        <w:rPr>
          <w:rFonts w:ascii="Courier New" w:hAnsi="Courier New" w:cs="Courier New"/>
          <w:sz w:val="22"/>
          <w:szCs w:val="22"/>
        </w:rPr>
      </w:pPr>
    </w:p>
    <w:p w:rsidR="00767F67" w:rsidRDefault="00767F67" w:rsidP="00A9232A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Rodzaj i skala robót a także sposób realizacji robót budowla-nych nie powodują wystąpienia stref szczególnego zagrożenia zdrowia. 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3778F2">
      <w:pPr>
        <w:numPr>
          <w:ilvl w:val="0"/>
          <w:numId w:val="8"/>
        </w:num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Wnioski końcowe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Wymagane jest sporządzenie Planu bioz przez kierownika budowy.</w:t>
      </w:r>
    </w:p>
    <w:p w:rsidR="00767F67" w:rsidRDefault="00767F67">
      <w:pPr>
        <w:ind w:left="72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ind w:left="72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ind w:left="72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arch. Tadeusz Kędziak</w:t>
      </w: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rPr>
          <w:rFonts w:ascii="Courier New" w:hAnsi="Courier New" w:cs="Courier New"/>
          <w:sz w:val="22"/>
          <w:szCs w:val="22"/>
        </w:rPr>
      </w:pPr>
    </w:p>
    <w:p w:rsidR="00767F67" w:rsidRDefault="00767F67" w:rsidP="00F76AA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    UAN.V.8388/1/88</w:t>
      </w:r>
    </w:p>
    <w:p w:rsidR="00767F67" w:rsidRDefault="00767F67" w:rsidP="00F76AA4">
      <w:pPr>
        <w:rPr>
          <w:rFonts w:ascii="Courier New" w:hAnsi="Courier New" w:cs="Courier New"/>
          <w:sz w:val="22"/>
          <w:szCs w:val="22"/>
        </w:rPr>
      </w:pPr>
    </w:p>
    <w:p w:rsidR="00767F67" w:rsidRPr="00585B78" w:rsidRDefault="00767F67" w:rsidP="00585B78">
      <w:pPr>
        <w:pStyle w:val="BodyTextIndent2"/>
        <w:ind w:left="0"/>
      </w:pPr>
    </w:p>
    <w:p w:rsidR="00767F67" w:rsidRPr="00AD2CAD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Pr="00525E80" w:rsidRDefault="00767F67" w:rsidP="00525E80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</w:t>
      </w:r>
    </w:p>
    <w:p w:rsidR="00767F67" w:rsidRDefault="00767F67" w:rsidP="00585B78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   Bełchatów, maj 2012r </w:t>
      </w:r>
    </w:p>
    <w:p w:rsidR="00767F67" w:rsidRDefault="00767F67" w:rsidP="00B30864">
      <w:pPr>
        <w:rPr>
          <w:rFonts w:ascii="Arial" w:hAnsi="Arial" w:cs="Arial"/>
          <w:sz w:val="22"/>
          <w:szCs w:val="22"/>
        </w:rPr>
      </w:pPr>
    </w:p>
    <w:p w:rsidR="00767F67" w:rsidRDefault="00767F67">
      <w:pPr>
        <w:ind w:left="720"/>
        <w:jc w:val="center"/>
        <w:rPr>
          <w:rFonts w:ascii="Arial" w:hAnsi="Arial" w:cs="Arial"/>
          <w:sz w:val="22"/>
          <w:szCs w:val="22"/>
        </w:rPr>
      </w:pPr>
    </w:p>
    <w:p w:rsidR="00767F67" w:rsidRDefault="00767F67">
      <w:pPr>
        <w:ind w:left="720"/>
        <w:jc w:val="center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ind w:left="720"/>
        <w:jc w:val="center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ind w:left="720"/>
        <w:jc w:val="center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ind w:left="720"/>
        <w:jc w:val="center"/>
        <w:rPr>
          <w:rFonts w:ascii="Courier New" w:hAnsi="Courier New" w:cs="Courier New"/>
          <w:sz w:val="22"/>
          <w:szCs w:val="22"/>
        </w:rPr>
      </w:pPr>
    </w:p>
    <w:p w:rsidR="00767F67" w:rsidRDefault="00767F67" w:rsidP="00AD2CAD">
      <w:pPr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ind w:left="720"/>
        <w:jc w:val="center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pStyle w:val="Heading7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OŚWIADCZENIE</w:t>
      </w:r>
    </w:p>
    <w:p w:rsidR="00767F67" w:rsidRDefault="00767F67">
      <w:pPr>
        <w:ind w:left="720"/>
        <w:rPr>
          <w:rFonts w:ascii="Courier New" w:hAnsi="Courier New" w:cs="Courier New"/>
          <w:b/>
          <w:bCs/>
          <w:sz w:val="22"/>
          <w:szCs w:val="22"/>
        </w:rPr>
      </w:pPr>
    </w:p>
    <w:p w:rsidR="00767F67" w:rsidRDefault="00767F67">
      <w:pPr>
        <w:ind w:left="72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ind w:left="72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ind w:left="720"/>
        <w:rPr>
          <w:rFonts w:ascii="Courier New" w:hAnsi="Courier New" w:cs="Courier New"/>
          <w:sz w:val="22"/>
          <w:szCs w:val="22"/>
        </w:rPr>
      </w:pPr>
    </w:p>
    <w:p w:rsidR="00767F67" w:rsidRDefault="00767F67" w:rsidP="006B07F4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Oświadczam, że projekt budowlany remontu i termomoderni-</w:t>
      </w:r>
    </w:p>
    <w:p w:rsidR="00767F67" w:rsidRDefault="00767F67" w:rsidP="00AD2CAD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zacji budynku OSP w Grabostowie, gm. Zelów, na  działce ozna-  oznaczonej w  ewidencji gruntów  nr 100 i 101/2, obręb – Kolonia Grabostów, został  sporządzony zgodnie z przepisami oraz zasadami wiedzy technicznej.</w:t>
      </w:r>
    </w:p>
    <w:p w:rsidR="00767F67" w:rsidRDefault="00767F67" w:rsidP="00127516">
      <w:pPr>
        <w:ind w:left="720"/>
        <w:rPr>
          <w:rFonts w:ascii="Courier New" w:hAnsi="Courier New" w:cs="Courier New"/>
          <w:sz w:val="22"/>
          <w:szCs w:val="22"/>
        </w:rPr>
      </w:pPr>
    </w:p>
    <w:p w:rsidR="00767F67" w:rsidRDefault="00767F67" w:rsidP="00C47678">
      <w:pPr>
        <w:ind w:left="720"/>
        <w:rPr>
          <w:rFonts w:ascii="Courier New" w:hAnsi="Courier New" w:cs="Courier New"/>
          <w:sz w:val="22"/>
          <w:szCs w:val="22"/>
        </w:rPr>
      </w:pPr>
    </w:p>
    <w:p w:rsidR="00767F67" w:rsidRDefault="00767F67" w:rsidP="001D3610">
      <w:pPr>
        <w:ind w:left="720"/>
        <w:rPr>
          <w:rFonts w:ascii="Courier New" w:hAnsi="Courier New" w:cs="Courier New"/>
          <w:sz w:val="22"/>
          <w:szCs w:val="22"/>
        </w:rPr>
      </w:pPr>
    </w:p>
    <w:p w:rsidR="00767F67" w:rsidRDefault="00767F67" w:rsidP="00733B8B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Inwestor</w:t>
      </w:r>
      <w:r w:rsidRPr="00977417">
        <w:rPr>
          <w:rFonts w:ascii="Courier New" w:hAnsi="Courier New" w:cs="Courier New"/>
          <w:sz w:val="22"/>
          <w:szCs w:val="22"/>
        </w:rPr>
        <w:t>:</w:t>
      </w:r>
      <w:r>
        <w:rPr>
          <w:rFonts w:ascii="Courier New" w:hAnsi="Courier New" w:cs="Courier New"/>
          <w:sz w:val="22"/>
          <w:szCs w:val="22"/>
        </w:rPr>
        <w:t xml:space="preserve"> GMINA ZELÓW</w:t>
      </w:r>
    </w:p>
    <w:p w:rsidR="00767F67" w:rsidRDefault="00767F67" w:rsidP="00733B8B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ul. Żeromskiego 23, 97-425 Zelów.</w:t>
      </w:r>
    </w:p>
    <w:p w:rsidR="00767F67" w:rsidRPr="00977417" w:rsidRDefault="00767F67" w:rsidP="00733B8B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</w:t>
      </w:r>
    </w:p>
    <w:p w:rsidR="00767F67" w:rsidRPr="00977417" w:rsidRDefault="00767F67" w:rsidP="0002580D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</w:t>
      </w:r>
      <w:r w:rsidRPr="00977417">
        <w:rPr>
          <w:rFonts w:ascii="Courier New" w:hAnsi="Courier New" w:cs="Courier New"/>
          <w:sz w:val="22"/>
          <w:szCs w:val="22"/>
        </w:rPr>
        <w:t xml:space="preserve">               </w:t>
      </w:r>
    </w:p>
    <w:p w:rsidR="00767F67" w:rsidRPr="00977417" w:rsidRDefault="00767F67" w:rsidP="00977417">
      <w:pPr>
        <w:tabs>
          <w:tab w:val="left" w:pos="2385"/>
        </w:tabs>
        <w:ind w:left="720"/>
        <w:rPr>
          <w:rFonts w:ascii="Courier New" w:hAnsi="Courier New" w:cs="Courier New"/>
          <w:sz w:val="22"/>
          <w:szCs w:val="22"/>
        </w:rPr>
      </w:pPr>
      <w:r w:rsidRPr="00977417">
        <w:rPr>
          <w:rFonts w:ascii="Courier New" w:hAnsi="Courier New" w:cs="Courier New"/>
          <w:sz w:val="22"/>
          <w:szCs w:val="22"/>
        </w:rPr>
        <w:tab/>
      </w:r>
    </w:p>
    <w:p w:rsidR="00767F67" w:rsidRDefault="00767F67">
      <w:pPr>
        <w:ind w:left="720"/>
        <w:rPr>
          <w:rFonts w:ascii="Arial" w:hAnsi="Arial" w:cs="Arial"/>
          <w:sz w:val="22"/>
          <w:szCs w:val="22"/>
        </w:rPr>
      </w:pPr>
    </w:p>
    <w:p w:rsidR="00767F67" w:rsidRDefault="00767F67">
      <w:pPr>
        <w:ind w:left="720"/>
        <w:rPr>
          <w:rFonts w:ascii="Arial" w:hAnsi="Arial" w:cs="Arial"/>
          <w:sz w:val="22"/>
          <w:szCs w:val="22"/>
        </w:rPr>
      </w:pPr>
    </w:p>
    <w:p w:rsidR="00767F67" w:rsidRDefault="00767F67">
      <w:pPr>
        <w:ind w:left="720"/>
        <w:rPr>
          <w:rFonts w:ascii="Arial" w:hAnsi="Arial" w:cs="Arial"/>
          <w:sz w:val="22"/>
          <w:szCs w:val="22"/>
        </w:rPr>
      </w:pPr>
    </w:p>
    <w:p w:rsidR="00767F67" w:rsidRDefault="00767F67">
      <w:pPr>
        <w:ind w:left="720"/>
        <w:rPr>
          <w:rFonts w:ascii="Arial" w:hAnsi="Arial" w:cs="Arial"/>
          <w:sz w:val="22"/>
          <w:szCs w:val="22"/>
        </w:rPr>
      </w:pPr>
    </w:p>
    <w:p w:rsidR="00767F67" w:rsidRPr="00977417" w:rsidRDefault="00767F67" w:rsidP="00AD2CAD">
      <w:pPr>
        <w:rPr>
          <w:rFonts w:ascii="Arial" w:hAnsi="Arial" w:cs="Arial"/>
          <w:sz w:val="22"/>
          <w:szCs w:val="22"/>
        </w:rPr>
      </w:pPr>
    </w:p>
    <w:p w:rsidR="00767F67" w:rsidRDefault="00767F67">
      <w:pPr>
        <w:ind w:left="72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ind w:left="72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          </w:t>
      </w:r>
    </w:p>
    <w:p w:rsidR="00767F67" w:rsidRDefault="00767F67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arch. Tadeusz Kędziak</w:t>
      </w:r>
    </w:p>
    <w:p w:rsidR="00767F67" w:rsidRDefault="00767F67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   UAN.V.8388/1/88</w:t>
      </w:r>
    </w:p>
    <w:p w:rsidR="00767F67" w:rsidRDefault="00767F67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Pr="00163DC3" w:rsidRDefault="00767F67" w:rsidP="00163DC3">
      <w:pPr>
        <w:pStyle w:val="BodyTextInden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</w:t>
      </w:r>
    </w:p>
    <w:p w:rsidR="00767F67" w:rsidRDefault="00767F67">
      <w:pPr>
        <w:pStyle w:val="BodyTextIndent"/>
        <w:ind w:left="1800"/>
        <w:rPr>
          <w:sz w:val="22"/>
          <w:szCs w:val="22"/>
        </w:rPr>
      </w:pPr>
    </w:p>
    <w:p w:rsidR="00767F67" w:rsidRDefault="00767F67">
      <w:pPr>
        <w:pStyle w:val="BodyTextIndent"/>
        <w:ind w:left="1800"/>
        <w:rPr>
          <w:sz w:val="22"/>
          <w:szCs w:val="22"/>
        </w:rPr>
      </w:pPr>
    </w:p>
    <w:p w:rsidR="00767F67" w:rsidRDefault="00767F67">
      <w:pPr>
        <w:pStyle w:val="BodyTextIndent"/>
        <w:ind w:left="1800"/>
        <w:rPr>
          <w:sz w:val="22"/>
          <w:szCs w:val="22"/>
        </w:rPr>
      </w:pPr>
    </w:p>
    <w:p w:rsidR="00767F67" w:rsidRDefault="00767F67">
      <w:pPr>
        <w:pStyle w:val="BodyTextIndent"/>
        <w:ind w:left="1800"/>
        <w:rPr>
          <w:sz w:val="22"/>
          <w:szCs w:val="22"/>
        </w:rPr>
      </w:pPr>
    </w:p>
    <w:p w:rsidR="00767F67" w:rsidRDefault="00767F67">
      <w:pPr>
        <w:pStyle w:val="BodyTextIndent"/>
        <w:ind w:left="1800"/>
        <w:rPr>
          <w:sz w:val="22"/>
          <w:szCs w:val="22"/>
        </w:rPr>
      </w:pPr>
    </w:p>
    <w:p w:rsidR="00767F67" w:rsidRDefault="00767F67">
      <w:pPr>
        <w:pStyle w:val="BodyTextIndent"/>
        <w:ind w:left="1800"/>
        <w:rPr>
          <w:sz w:val="22"/>
          <w:szCs w:val="22"/>
        </w:rPr>
      </w:pPr>
    </w:p>
    <w:p w:rsidR="00767F67" w:rsidRDefault="00767F67">
      <w:pPr>
        <w:pStyle w:val="BodyTextIndent"/>
        <w:ind w:left="1800"/>
        <w:rPr>
          <w:sz w:val="22"/>
          <w:szCs w:val="22"/>
        </w:rPr>
      </w:pPr>
    </w:p>
    <w:p w:rsidR="00767F67" w:rsidRDefault="00767F67">
      <w:pPr>
        <w:pStyle w:val="BodyTextIndent"/>
        <w:ind w:left="1800"/>
        <w:rPr>
          <w:sz w:val="22"/>
          <w:szCs w:val="22"/>
        </w:rPr>
      </w:pPr>
    </w:p>
    <w:p w:rsidR="00767F67" w:rsidRDefault="00767F67">
      <w:pPr>
        <w:pStyle w:val="BodyTextIndent"/>
        <w:ind w:left="1800"/>
        <w:rPr>
          <w:sz w:val="22"/>
          <w:szCs w:val="22"/>
        </w:rPr>
      </w:pPr>
    </w:p>
    <w:p w:rsidR="00767F67" w:rsidRDefault="00767F67">
      <w:pPr>
        <w:pStyle w:val="BodyTextIndent"/>
        <w:ind w:left="1800"/>
        <w:rPr>
          <w:sz w:val="22"/>
          <w:szCs w:val="22"/>
        </w:rPr>
      </w:pPr>
    </w:p>
    <w:p w:rsidR="00767F67" w:rsidRDefault="00767F67" w:rsidP="00135FAD">
      <w:pPr>
        <w:pStyle w:val="BodyTextIndent"/>
        <w:ind w:left="0"/>
        <w:rPr>
          <w:sz w:val="22"/>
          <w:szCs w:val="22"/>
        </w:rPr>
      </w:pPr>
    </w:p>
    <w:p w:rsidR="00767F67" w:rsidRDefault="00767F67" w:rsidP="00135FAD">
      <w:pPr>
        <w:pStyle w:val="BodyTextIndent"/>
        <w:ind w:left="0"/>
        <w:rPr>
          <w:rFonts w:ascii="Courier New" w:hAnsi="Courier New" w:cs="Courier New"/>
          <w:b/>
          <w:bCs/>
          <w:sz w:val="22"/>
          <w:szCs w:val="22"/>
        </w:rPr>
      </w:pPr>
    </w:p>
    <w:p w:rsidR="00767F67" w:rsidRDefault="00767F67" w:rsidP="007975FF">
      <w:pPr>
        <w:pStyle w:val="BodyTextIndent"/>
        <w:jc w:val="center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EKSPERTYZA TECHNICZNA</w:t>
      </w:r>
    </w:p>
    <w:p w:rsidR="00767F67" w:rsidRDefault="00767F67" w:rsidP="00135FAD">
      <w:pPr>
        <w:pStyle w:val="BodyTextIndent"/>
        <w:ind w:left="0"/>
        <w:rPr>
          <w:rFonts w:ascii="Courier New" w:hAnsi="Courier New" w:cs="Courier New"/>
          <w:b/>
          <w:bCs/>
          <w:sz w:val="22"/>
          <w:szCs w:val="22"/>
        </w:rPr>
      </w:pPr>
    </w:p>
    <w:p w:rsidR="00767F67" w:rsidRDefault="00767F67" w:rsidP="00135FAD">
      <w:pPr>
        <w:pStyle w:val="BodyTextIndent"/>
        <w:ind w:left="0"/>
        <w:rPr>
          <w:rFonts w:ascii="Courier New" w:hAnsi="Courier New" w:cs="Courier New"/>
          <w:b/>
          <w:bCs/>
          <w:sz w:val="22"/>
          <w:szCs w:val="22"/>
        </w:rPr>
      </w:pPr>
    </w:p>
    <w:p w:rsidR="00767F67" w:rsidRDefault="00767F67" w:rsidP="007975FF">
      <w:pPr>
        <w:pStyle w:val="BodyTextIndent"/>
        <w:numPr>
          <w:ilvl w:val="0"/>
          <w:numId w:val="5"/>
        </w:numPr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Przedmiot ekspertyzy</w:t>
      </w:r>
    </w:p>
    <w:p w:rsidR="00767F67" w:rsidRDefault="00767F67" w:rsidP="007975FF">
      <w:pPr>
        <w:pStyle w:val="BodyTextIndent"/>
        <w:tabs>
          <w:tab w:val="left" w:pos="3180"/>
        </w:tabs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ab/>
      </w:r>
    </w:p>
    <w:p w:rsidR="00767F67" w:rsidRDefault="00767F67" w:rsidP="007975FF">
      <w:pPr>
        <w:pStyle w:val="BodyTextIndent"/>
        <w:ind w:left="108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Przedmiotem ekspertyzy technicznej jest budynek OSP Grabo-</w:t>
      </w:r>
    </w:p>
    <w:p w:rsidR="00767F67" w:rsidRPr="005B385E" w:rsidRDefault="00767F67" w:rsidP="007975FF">
      <w:pPr>
        <w:pStyle w:val="BodyTextIndent"/>
        <w:ind w:left="108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stów w gm. Zelów, zlokalizowany na działce oznaczonej w ewidencji gruntów nr 100 i 101/2, obręb – Kolonia Grabostów.</w:t>
      </w:r>
    </w:p>
    <w:p w:rsidR="00767F67" w:rsidRDefault="00767F67" w:rsidP="007975FF">
      <w:pPr>
        <w:pStyle w:val="BodyTextIndent"/>
        <w:ind w:left="0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  </w:t>
      </w:r>
    </w:p>
    <w:p w:rsidR="00767F67" w:rsidRDefault="00767F67" w:rsidP="007975FF">
      <w:pPr>
        <w:pStyle w:val="BodyTextIndent"/>
        <w:numPr>
          <w:ilvl w:val="0"/>
          <w:numId w:val="5"/>
        </w:numPr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Właściciel (Inwestor) </w:t>
      </w:r>
    </w:p>
    <w:p w:rsidR="00767F67" w:rsidRDefault="00767F67" w:rsidP="007975FF">
      <w:pPr>
        <w:pStyle w:val="BodyTextIndent"/>
        <w:rPr>
          <w:rFonts w:ascii="Courier New" w:hAnsi="Courier New" w:cs="Courier New"/>
          <w:b/>
          <w:bCs/>
          <w:sz w:val="22"/>
          <w:szCs w:val="22"/>
        </w:rPr>
      </w:pPr>
    </w:p>
    <w:p w:rsidR="00767F67" w:rsidRDefault="00767F67" w:rsidP="00AE5154">
      <w:pPr>
        <w:pStyle w:val="BodyTextIndent"/>
        <w:ind w:left="108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Gmina Zelów.</w:t>
      </w:r>
    </w:p>
    <w:p w:rsidR="00767F67" w:rsidRDefault="00767F67" w:rsidP="007975FF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 w:rsidP="007975FF">
      <w:pPr>
        <w:pStyle w:val="BodyTextIndent"/>
        <w:numPr>
          <w:ilvl w:val="0"/>
          <w:numId w:val="5"/>
        </w:numPr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Ocena techniczna</w:t>
      </w:r>
    </w:p>
    <w:p w:rsidR="00767F67" w:rsidRDefault="00767F67" w:rsidP="007975FF">
      <w:pPr>
        <w:pStyle w:val="BodyTextIndent"/>
        <w:rPr>
          <w:rFonts w:ascii="Courier New" w:hAnsi="Courier New" w:cs="Courier New"/>
          <w:b/>
          <w:bCs/>
          <w:sz w:val="22"/>
          <w:szCs w:val="22"/>
        </w:rPr>
      </w:pPr>
    </w:p>
    <w:p w:rsidR="00767F67" w:rsidRDefault="00767F67" w:rsidP="007975FF">
      <w:pPr>
        <w:pStyle w:val="BodyTextIndent"/>
        <w:ind w:left="108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3.1.  Ogólne informacje o budynku</w:t>
      </w:r>
    </w:p>
    <w:p w:rsidR="00767F67" w:rsidRDefault="00767F67" w:rsidP="007975FF">
      <w:pPr>
        <w:pStyle w:val="BodyTextIndent"/>
        <w:rPr>
          <w:rFonts w:ascii="Courier New" w:hAnsi="Courier New" w:cs="Courier New"/>
          <w:sz w:val="22"/>
          <w:szCs w:val="22"/>
        </w:rPr>
      </w:pPr>
    </w:p>
    <w:p w:rsidR="00767F67" w:rsidRDefault="00767F67" w:rsidP="007975FF">
      <w:pPr>
        <w:pStyle w:val="BodyTextIndent"/>
        <w:ind w:left="180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Budynek parterowy o wymiarach 11,69 x 21,88 m i wyso- kości 4,97 m. Budynek jest zlokalizowany: 1,65 m od</w:t>
      </w:r>
    </w:p>
    <w:p w:rsidR="00767F67" w:rsidRDefault="00767F67" w:rsidP="00AE5154">
      <w:pPr>
        <w:pStyle w:val="BodyTextIndent"/>
        <w:ind w:left="180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Granicy wschodniej i 0,08-0,70 m od granicy zachodniej. </w:t>
      </w:r>
    </w:p>
    <w:p w:rsidR="00767F67" w:rsidRDefault="00767F67" w:rsidP="00AE5154">
      <w:pPr>
        <w:pStyle w:val="BodyTextIndent"/>
        <w:ind w:left="180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Budynek został wybudowany w latach 70-tych minionego</w:t>
      </w:r>
    </w:p>
    <w:p w:rsidR="00767F67" w:rsidRDefault="00767F67" w:rsidP="00AE5154">
      <w:pPr>
        <w:pStyle w:val="BodyTextIndent"/>
        <w:ind w:left="180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Wieku. Fundamenty budynku betonowe. Ściany zewnętrzne  i wewnętrzne z betonu komórkowego, lico ścian zewnę- trznych z cegły sylikatowej. Konstrukcja dachu stalowa</w:t>
      </w:r>
    </w:p>
    <w:p w:rsidR="00767F67" w:rsidRDefault="00767F67" w:rsidP="00AE5154">
      <w:pPr>
        <w:pStyle w:val="BodyTextIndent"/>
        <w:ind w:left="180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(dźwigary o rozpiętości równej szerokości budynku),</w:t>
      </w:r>
    </w:p>
    <w:p w:rsidR="00767F67" w:rsidRDefault="00767F67" w:rsidP="00AE5154">
      <w:pPr>
        <w:pStyle w:val="BodyTextIndent"/>
        <w:ind w:left="180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pokrycie z papy. Budynek ma wykonane nowe pokrycie dachu i wymienione okna oraz drzwi zewnętrzne.</w:t>
      </w:r>
    </w:p>
    <w:p w:rsidR="00767F67" w:rsidRDefault="00767F67" w:rsidP="005302BA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</w:t>
      </w:r>
    </w:p>
    <w:p w:rsidR="00767F67" w:rsidRDefault="00767F67" w:rsidP="007975FF">
      <w:pPr>
        <w:pStyle w:val="BodyTextInden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3.2.  Stan techniczny budynku</w:t>
      </w:r>
    </w:p>
    <w:p w:rsidR="00767F67" w:rsidRDefault="00767F67" w:rsidP="007975FF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 w:rsidP="007975FF">
      <w:pPr>
        <w:pStyle w:val="BodyTextIndent"/>
        <w:ind w:left="180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Na ścianach zewnętrznych i wewnętrznych nie widać pęknięć i zarysowań za wyjątkiem ściany zachodniej, </w:t>
      </w:r>
    </w:p>
    <w:p w:rsidR="00767F67" w:rsidRDefault="00767F67" w:rsidP="007975FF">
      <w:pPr>
        <w:pStyle w:val="BodyTextIndent"/>
        <w:ind w:left="180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Na której widoczne jest pionowe pęknięcie spowodowane płytkim posadowieniem budynku lub błędami wykonawczymi</w:t>
      </w:r>
    </w:p>
    <w:p w:rsidR="00767F67" w:rsidRDefault="00767F67" w:rsidP="007975FF">
      <w:pPr>
        <w:pStyle w:val="BodyTextIndent"/>
        <w:ind w:left="180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Przy wznoszeniu ścian budynku z pustaków betonu komór- kowego (bardzo częstymi przy tej technologii budowy ścian). Konstrukcja dachu, która stanowią dźwigary </w:t>
      </w:r>
    </w:p>
    <w:p w:rsidR="00767F67" w:rsidRDefault="00767F67" w:rsidP="007975FF">
      <w:pPr>
        <w:pStyle w:val="BodyTextIndent"/>
        <w:ind w:left="180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stalowe, w dobrym stanie technicznym – bez widocznych</w:t>
      </w:r>
    </w:p>
    <w:p w:rsidR="00767F67" w:rsidRDefault="00767F67" w:rsidP="007975FF">
      <w:pPr>
        <w:pStyle w:val="BodyTextIndent"/>
        <w:ind w:left="180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ugięć. Pokrycie dachu, po odbytej kilka lat wcześniej,</w:t>
      </w:r>
    </w:p>
    <w:p w:rsidR="00767F67" w:rsidRDefault="00767F67" w:rsidP="007975FF">
      <w:pPr>
        <w:pStyle w:val="BodyTextIndent"/>
        <w:ind w:left="180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wymianie, w dobrym stanie technicznym. Sufit w całości</w:t>
      </w:r>
    </w:p>
    <w:p w:rsidR="00767F67" w:rsidRDefault="00767F67" w:rsidP="007975FF">
      <w:pPr>
        <w:pStyle w:val="BodyTextIndent"/>
        <w:ind w:left="180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w złym stanie technicznym. Tynki wewnętrzne częściowo do skucia, częściowo do naprawy. Drzwi wewnętrzne i wrota garażowe w złym stanie technicznym. </w:t>
      </w:r>
    </w:p>
    <w:p w:rsidR="00767F67" w:rsidRDefault="00767F67" w:rsidP="007975FF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</w:t>
      </w:r>
    </w:p>
    <w:p w:rsidR="00767F67" w:rsidRDefault="00767F67" w:rsidP="007975FF">
      <w:pPr>
        <w:pStyle w:val="BodyTextInden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3.3.  Wnioski końcowe</w:t>
      </w:r>
    </w:p>
    <w:p w:rsidR="00767F67" w:rsidRDefault="00767F67" w:rsidP="007975FF">
      <w:pPr>
        <w:pStyle w:val="BodyTextIndent"/>
        <w:rPr>
          <w:rFonts w:ascii="Courier New" w:hAnsi="Courier New" w:cs="Courier New"/>
          <w:sz w:val="22"/>
          <w:szCs w:val="22"/>
        </w:rPr>
      </w:pPr>
    </w:p>
    <w:p w:rsidR="00767F67" w:rsidRDefault="00767F67" w:rsidP="007975FF">
      <w:pPr>
        <w:pStyle w:val="BodyTextIndent"/>
        <w:ind w:left="180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Budynek OSP w Grabostowie, gm. Zelów w części zasadni-</w:t>
      </w:r>
    </w:p>
    <w:p w:rsidR="00767F67" w:rsidRDefault="00767F67" w:rsidP="007975FF">
      <w:pPr>
        <w:pStyle w:val="BodyTextIndent"/>
        <w:ind w:left="180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czych elementów konstrukcyjnych, za wyjątkiem wspomnia-</w:t>
      </w:r>
    </w:p>
    <w:p w:rsidR="00767F67" w:rsidRDefault="00767F67" w:rsidP="00135FAD">
      <w:pPr>
        <w:pStyle w:val="BodyTextIndent"/>
        <w:ind w:left="180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nej ściany zachodniej, nadaje się do remontu i docie-</w:t>
      </w:r>
    </w:p>
    <w:p w:rsidR="00767F67" w:rsidRDefault="00767F67" w:rsidP="00135FAD">
      <w:pPr>
        <w:pStyle w:val="BodyTextIndent"/>
        <w:ind w:left="180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nia (termomodernizacji).</w:t>
      </w:r>
    </w:p>
    <w:p w:rsidR="00767F67" w:rsidRDefault="00767F67" w:rsidP="003A32F6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</w:t>
      </w:r>
    </w:p>
    <w:p w:rsidR="00767F67" w:rsidRDefault="00767F67" w:rsidP="003A32F6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 w:rsidP="007975FF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</w:t>
      </w:r>
    </w:p>
    <w:p w:rsidR="00767F67" w:rsidRDefault="00767F67" w:rsidP="007975FF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arch. Tadeusz Kędziak</w:t>
      </w:r>
    </w:p>
    <w:p w:rsidR="00767F67" w:rsidRDefault="00767F67" w:rsidP="007975FF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    UAN.V.8388/1/88</w:t>
      </w:r>
      <w:r>
        <w:rPr>
          <w:rFonts w:ascii="Courier New" w:hAnsi="Courier New" w:cs="Courier New"/>
        </w:rPr>
        <w:t xml:space="preserve"> </w:t>
      </w: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  <w:sz w:val="16"/>
          <w:szCs w:val="16"/>
        </w:rPr>
        <w:t xml:space="preserve">PROJEKT :   </w:t>
      </w:r>
      <w:r>
        <w:rPr>
          <w:rFonts w:ascii="Courier New" w:hAnsi="Courier New" w:cs="Courier New"/>
          <w:sz w:val="22"/>
          <w:szCs w:val="22"/>
        </w:rPr>
        <w:t>Plan sytuacyjny działki, projekt budowlany remontu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                 </w:t>
      </w:r>
      <w:r w:rsidRPr="002A1033">
        <w:rPr>
          <w:rFonts w:ascii="Courier New" w:hAnsi="Courier New" w:cs="Courier New"/>
          <w:sz w:val="22"/>
          <w:szCs w:val="22"/>
        </w:rPr>
        <w:t>i termomodernizacji</w:t>
      </w:r>
      <w:r>
        <w:rPr>
          <w:rFonts w:ascii="Courier New" w:hAnsi="Courier New" w:cs="Courier New"/>
          <w:sz w:val="22"/>
          <w:szCs w:val="22"/>
        </w:rPr>
        <w:t xml:space="preserve"> budynku OSP w Grabostowie,</w:t>
      </w: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gm. Zelów.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b/>
          <w:bCs/>
          <w:sz w:val="22"/>
          <w:szCs w:val="22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b/>
          <w:bCs/>
          <w:sz w:val="22"/>
          <w:szCs w:val="22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b/>
          <w:bCs/>
          <w:sz w:val="22"/>
          <w:szCs w:val="22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b/>
          <w:bCs/>
          <w:sz w:val="22"/>
          <w:szCs w:val="22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  <w:sz w:val="16"/>
          <w:szCs w:val="16"/>
        </w:rPr>
        <w:t xml:space="preserve">PROJEKT :   </w:t>
      </w:r>
      <w:r>
        <w:rPr>
          <w:rFonts w:ascii="Courier New" w:hAnsi="Courier New" w:cs="Courier New"/>
          <w:sz w:val="22"/>
          <w:szCs w:val="22"/>
        </w:rPr>
        <w:t>Plan sytuacyjny działki, projekt budowlany remontu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                 </w:t>
      </w:r>
      <w:r w:rsidRPr="002A1033">
        <w:rPr>
          <w:rFonts w:ascii="Courier New" w:hAnsi="Courier New" w:cs="Courier New"/>
          <w:sz w:val="22"/>
          <w:szCs w:val="22"/>
        </w:rPr>
        <w:t>i termomodernizacji</w:t>
      </w:r>
      <w:r>
        <w:rPr>
          <w:rFonts w:ascii="Courier New" w:hAnsi="Courier New" w:cs="Courier New"/>
          <w:sz w:val="22"/>
          <w:szCs w:val="22"/>
        </w:rPr>
        <w:t xml:space="preserve"> budynku OSP w Grabostowie,</w:t>
      </w:r>
    </w:p>
    <w:p w:rsidR="00767F67" w:rsidRPr="002A1033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gm. Zelów.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  <w:sz w:val="16"/>
          <w:szCs w:val="16"/>
        </w:rPr>
        <w:t xml:space="preserve">PROJEKT :   </w:t>
      </w:r>
      <w:r>
        <w:rPr>
          <w:rFonts w:ascii="Courier New" w:hAnsi="Courier New" w:cs="Courier New"/>
          <w:sz w:val="22"/>
          <w:szCs w:val="22"/>
        </w:rPr>
        <w:t>Plan sytuacyjny działki, projekt budowlany remontu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                 </w:t>
      </w:r>
      <w:r w:rsidRPr="002A1033">
        <w:rPr>
          <w:rFonts w:ascii="Courier New" w:hAnsi="Courier New" w:cs="Courier New"/>
          <w:sz w:val="22"/>
          <w:szCs w:val="22"/>
        </w:rPr>
        <w:t>i termomodernizacji</w:t>
      </w:r>
      <w:r>
        <w:rPr>
          <w:rFonts w:ascii="Courier New" w:hAnsi="Courier New" w:cs="Courier New"/>
          <w:sz w:val="22"/>
          <w:szCs w:val="22"/>
        </w:rPr>
        <w:t xml:space="preserve"> budynku OSP w Grabostowie,</w:t>
      </w:r>
    </w:p>
    <w:p w:rsidR="00767F67" w:rsidRPr="002A1033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gm. Zelów.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  <w:sz w:val="16"/>
          <w:szCs w:val="16"/>
        </w:rPr>
        <w:t xml:space="preserve">PROJEKT :   </w:t>
      </w:r>
      <w:r>
        <w:rPr>
          <w:rFonts w:ascii="Courier New" w:hAnsi="Courier New" w:cs="Courier New"/>
          <w:sz w:val="22"/>
          <w:szCs w:val="22"/>
        </w:rPr>
        <w:t>Plan sytuacyjny działki, projekt budowlany remontu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                 </w:t>
      </w:r>
      <w:r w:rsidRPr="002A1033">
        <w:rPr>
          <w:rFonts w:ascii="Courier New" w:hAnsi="Courier New" w:cs="Courier New"/>
          <w:sz w:val="22"/>
          <w:szCs w:val="22"/>
        </w:rPr>
        <w:t>i termomodernizacji</w:t>
      </w:r>
      <w:r>
        <w:rPr>
          <w:rFonts w:ascii="Courier New" w:hAnsi="Courier New" w:cs="Courier New"/>
          <w:sz w:val="22"/>
          <w:szCs w:val="22"/>
        </w:rPr>
        <w:t xml:space="preserve"> budynku OSP w Grabostowie,</w:t>
      </w:r>
    </w:p>
    <w:p w:rsidR="00767F67" w:rsidRPr="002A1033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gm. Zelów.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  <w:sz w:val="16"/>
          <w:szCs w:val="16"/>
        </w:rPr>
        <w:t xml:space="preserve">PROJEKT :   </w:t>
      </w:r>
      <w:r>
        <w:rPr>
          <w:rFonts w:ascii="Courier New" w:hAnsi="Courier New" w:cs="Courier New"/>
          <w:sz w:val="22"/>
          <w:szCs w:val="22"/>
        </w:rPr>
        <w:t>Plan sytuacyjny działki, projekt budowlany remontu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                 </w:t>
      </w:r>
      <w:r w:rsidRPr="002A1033">
        <w:rPr>
          <w:rFonts w:ascii="Courier New" w:hAnsi="Courier New" w:cs="Courier New"/>
          <w:sz w:val="22"/>
          <w:szCs w:val="22"/>
        </w:rPr>
        <w:t>i termomodernizacji</w:t>
      </w:r>
      <w:r>
        <w:rPr>
          <w:rFonts w:ascii="Courier New" w:hAnsi="Courier New" w:cs="Courier New"/>
          <w:sz w:val="22"/>
          <w:szCs w:val="22"/>
        </w:rPr>
        <w:t xml:space="preserve"> budynku OSP w Grabostowie,</w:t>
      </w:r>
    </w:p>
    <w:p w:rsidR="00767F67" w:rsidRPr="002A1033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gm. Zelów.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  <w:sz w:val="16"/>
          <w:szCs w:val="16"/>
        </w:rPr>
        <w:t xml:space="preserve">PROJEKT :   </w:t>
      </w:r>
      <w:r>
        <w:rPr>
          <w:rFonts w:ascii="Courier New" w:hAnsi="Courier New" w:cs="Courier New"/>
          <w:sz w:val="22"/>
          <w:szCs w:val="22"/>
        </w:rPr>
        <w:t>Plan sytuacyjny działki, projekt budowlany remontu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</w:p>
    <w:p w:rsidR="00767F67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                 </w:t>
      </w:r>
      <w:r w:rsidRPr="002A1033">
        <w:rPr>
          <w:rFonts w:ascii="Courier New" w:hAnsi="Courier New" w:cs="Courier New"/>
          <w:sz w:val="22"/>
          <w:szCs w:val="22"/>
        </w:rPr>
        <w:t>i termomodernizacji</w:t>
      </w:r>
      <w:r>
        <w:rPr>
          <w:rFonts w:ascii="Courier New" w:hAnsi="Courier New" w:cs="Courier New"/>
          <w:sz w:val="22"/>
          <w:szCs w:val="22"/>
        </w:rPr>
        <w:t xml:space="preserve"> budynku OSP w Grabostowie,</w:t>
      </w:r>
    </w:p>
    <w:p w:rsidR="00767F67" w:rsidRPr="002A1033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gm. Zelów.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</w:p>
    <w:p w:rsidR="00767F67" w:rsidRPr="002A1033" w:rsidRDefault="00767F67" w:rsidP="002A1033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</w:p>
    <w:p w:rsidR="00767F67" w:rsidRPr="002A1033" w:rsidRDefault="00767F67" w:rsidP="002A1033">
      <w:pPr>
        <w:pStyle w:val="BodyTextIndent"/>
        <w:ind w:left="0"/>
        <w:rPr>
          <w:rFonts w:ascii="Courier New" w:hAnsi="Courier New" w:cs="Courier New"/>
        </w:rPr>
      </w:pPr>
    </w:p>
    <w:p w:rsidR="00767F67" w:rsidRPr="00654C4E" w:rsidRDefault="00767F67" w:rsidP="00654C4E">
      <w:pPr>
        <w:pStyle w:val="BodyTextIndent"/>
        <w:ind w:left="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</w:t>
      </w:r>
      <w:r>
        <w:rPr>
          <w:rFonts w:ascii="Courier New" w:hAnsi="Courier New" w:cs="Courier New"/>
          <w:sz w:val="22"/>
          <w:szCs w:val="22"/>
        </w:rPr>
        <w:t xml:space="preserve">                                       </w:t>
      </w:r>
    </w:p>
    <w:sectPr w:rsidR="00767F67" w:rsidRPr="00654C4E" w:rsidSect="0093116B">
      <w:footerReference w:type="default" r:id="rId7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F67" w:rsidRDefault="00767F67" w:rsidP="00C23D92">
      <w:r>
        <w:separator/>
      </w:r>
    </w:p>
  </w:endnote>
  <w:endnote w:type="continuationSeparator" w:id="1">
    <w:p w:rsidR="00767F67" w:rsidRDefault="00767F67" w:rsidP="00C23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7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6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F67" w:rsidRDefault="00767F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F67" w:rsidRDefault="00767F67" w:rsidP="00C23D92">
      <w:r>
        <w:separator/>
      </w:r>
    </w:p>
  </w:footnote>
  <w:footnote w:type="continuationSeparator" w:id="1">
    <w:p w:rsidR="00767F67" w:rsidRDefault="00767F67" w:rsidP="00C23D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7BD6"/>
    <w:multiLevelType w:val="multilevel"/>
    <w:tmpl w:val="2D5ED0D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70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9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40" w:hanging="2520"/>
      </w:pPr>
      <w:rPr>
        <w:rFonts w:hint="default"/>
      </w:rPr>
    </w:lvl>
  </w:abstractNum>
  <w:abstractNum w:abstractNumId="1">
    <w:nsid w:val="06773CE8"/>
    <w:multiLevelType w:val="hybridMultilevel"/>
    <w:tmpl w:val="A30C72C8"/>
    <w:lvl w:ilvl="0" w:tplc="0602BC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1F6CFCA4">
      <w:numFmt w:val="none"/>
      <w:lvlText w:val=""/>
      <w:lvlJc w:val="left"/>
      <w:pPr>
        <w:tabs>
          <w:tab w:val="num" w:pos="360"/>
        </w:tabs>
      </w:pPr>
    </w:lvl>
    <w:lvl w:ilvl="2" w:tplc="D41CD040">
      <w:numFmt w:val="none"/>
      <w:lvlText w:val=""/>
      <w:lvlJc w:val="left"/>
      <w:pPr>
        <w:tabs>
          <w:tab w:val="num" w:pos="360"/>
        </w:tabs>
      </w:pPr>
    </w:lvl>
    <w:lvl w:ilvl="3" w:tplc="A6BCF56E">
      <w:numFmt w:val="none"/>
      <w:lvlText w:val=""/>
      <w:lvlJc w:val="left"/>
      <w:pPr>
        <w:tabs>
          <w:tab w:val="num" w:pos="360"/>
        </w:tabs>
      </w:pPr>
    </w:lvl>
    <w:lvl w:ilvl="4" w:tplc="45A8A792">
      <w:numFmt w:val="none"/>
      <w:lvlText w:val=""/>
      <w:lvlJc w:val="left"/>
      <w:pPr>
        <w:tabs>
          <w:tab w:val="num" w:pos="360"/>
        </w:tabs>
      </w:pPr>
    </w:lvl>
    <w:lvl w:ilvl="5" w:tplc="FC06106C">
      <w:numFmt w:val="none"/>
      <w:lvlText w:val=""/>
      <w:lvlJc w:val="left"/>
      <w:pPr>
        <w:tabs>
          <w:tab w:val="num" w:pos="360"/>
        </w:tabs>
      </w:pPr>
    </w:lvl>
    <w:lvl w:ilvl="6" w:tplc="81BA4922">
      <w:numFmt w:val="none"/>
      <w:lvlText w:val=""/>
      <w:lvlJc w:val="left"/>
      <w:pPr>
        <w:tabs>
          <w:tab w:val="num" w:pos="360"/>
        </w:tabs>
      </w:pPr>
    </w:lvl>
    <w:lvl w:ilvl="7" w:tplc="2A92A116">
      <w:numFmt w:val="none"/>
      <w:lvlText w:val=""/>
      <w:lvlJc w:val="left"/>
      <w:pPr>
        <w:tabs>
          <w:tab w:val="num" w:pos="360"/>
        </w:tabs>
      </w:pPr>
    </w:lvl>
    <w:lvl w:ilvl="8" w:tplc="6C1278A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EA6223B"/>
    <w:multiLevelType w:val="multilevel"/>
    <w:tmpl w:val="B2A84F1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2520"/>
      </w:pPr>
      <w:rPr>
        <w:rFonts w:hint="default"/>
      </w:rPr>
    </w:lvl>
  </w:abstractNum>
  <w:abstractNum w:abstractNumId="3">
    <w:nsid w:val="0FDB0495"/>
    <w:multiLevelType w:val="multilevel"/>
    <w:tmpl w:val="E8A0EED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520"/>
      </w:pPr>
      <w:rPr>
        <w:rFonts w:hint="default"/>
      </w:rPr>
    </w:lvl>
  </w:abstractNum>
  <w:abstractNum w:abstractNumId="4">
    <w:nsid w:val="14413F94"/>
    <w:multiLevelType w:val="hybridMultilevel"/>
    <w:tmpl w:val="0C8EFEC4"/>
    <w:lvl w:ilvl="0" w:tplc="6CA697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3C888148">
      <w:numFmt w:val="none"/>
      <w:lvlText w:val=""/>
      <w:lvlJc w:val="left"/>
      <w:pPr>
        <w:tabs>
          <w:tab w:val="num" w:pos="360"/>
        </w:tabs>
      </w:pPr>
    </w:lvl>
    <w:lvl w:ilvl="2" w:tplc="314ED642">
      <w:numFmt w:val="none"/>
      <w:lvlText w:val=""/>
      <w:lvlJc w:val="left"/>
      <w:pPr>
        <w:tabs>
          <w:tab w:val="num" w:pos="360"/>
        </w:tabs>
      </w:pPr>
    </w:lvl>
    <w:lvl w:ilvl="3" w:tplc="5A40D95E">
      <w:numFmt w:val="none"/>
      <w:lvlText w:val=""/>
      <w:lvlJc w:val="left"/>
      <w:pPr>
        <w:tabs>
          <w:tab w:val="num" w:pos="360"/>
        </w:tabs>
      </w:pPr>
    </w:lvl>
    <w:lvl w:ilvl="4" w:tplc="6882CD14">
      <w:numFmt w:val="none"/>
      <w:lvlText w:val=""/>
      <w:lvlJc w:val="left"/>
      <w:pPr>
        <w:tabs>
          <w:tab w:val="num" w:pos="360"/>
        </w:tabs>
      </w:pPr>
    </w:lvl>
    <w:lvl w:ilvl="5" w:tplc="255CAB4E">
      <w:numFmt w:val="none"/>
      <w:lvlText w:val=""/>
      <w:lvlJc w:val="left"/>
      <w:pPr>
        <w:tabs>
          <w:tab w:val="num" w:pos="360"/>
        </w:tabs>
      </w:pPr>
    </w:lvl>
    <w:lvl w:ilvl="6" w:tplc="41560CC6">
      <w:numFmt w:val="none"/>
      <w:lvlText w:val=""/>
      <w:lvlJc w:val="left"/>
      <w:pPr>
        <w:tabs>
          <w:tab w:val="num" w:pos="360"/>
        </w:tabs>
      </w:pPr>
    </w:lvl>
    <w:lvl w:ilvl="7" w:tplc="57EC493E">
      <w:numFmt w:val="none"/>
      <w:lvlText w:val=""/>
      <w:lvlJc w:val="left"/>
      <w:pPr>
        <w:tabs>
          <w:tab w:val="num" w:pos="360"/>
        </w:tabs>
      </w:pPr>
    </w:lvl>
    <w:lvl w:ilvl="8" w:tplc="3AF8891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F4F5C94"/>
    <w:multiLevelType w:val="hybridMultilevel"/>
    <w:tmpl w:val="9BB044B6"/>
    <w:lvl w:ilvl="0" w:tplc="0958CE9C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CC7E8FF6">
      <w:start w:val="1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eastAsia="Times New Roman" w:hAnsi="Times New Roman" w:hint="default"/>
      </w:rPr>
    </w:lvl>
    <w:lvl w:ilvl="2" w:tplc="59EAB9BC">
      <w:start w:val="1"/>
      <w:numFmt w:val="bullet"/>
      <w:lvlText w:val=""/>
      <w:lvlJc w:val="left"/>
      <w:pPr>
        <w:ind w:left="2370" w:hanging="360"/>
      </w:pPr>
      <w:rPr>
        <w:rFonts w:ascii="Wingdings" w:eastAsia="Times New Roman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6">
    <w:nsid w:val="26247DF1"/>
    <w:multiLevelType w:val="multilevel"/>
    <w:tmpl w:val="B3E4D2F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0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00" w:hanging="2520"/>
      </w:pPr>
      <w:rPr>
        <w:rFonts w:hint="default"/>
      </w:rPr>
    </w:lvl>
  </w:abstractNum>
  <w:abstractNum w:abstractNumId="7">
    <w:nsid w:val="2B5806D8"/>
    <w:multiLevelType w:val="multilevel"/>
    <w:tmpl w:val="82849E7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2E26192E"/>
    <w:multiLevelType w:val="hybridMultilevel"/>
    <w:tmpl w:val="4A24D308"/>
    <w:lvl w:ilvl="0" w:tplc="70329C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BCCBC2A">
      <w:numFmt w:val="none"/>
      <w:lvlText w:val=""/>
      <w:lvlJc w:val="left"/>
      <w:pPr>
        <w:tabs>
          <w:tab w:val="num" w:pos="360"/>
        </w:tabs>
      </w:pPr>
    </w:lvl>
    <w:lvl w:ilvl="2" w:tplc="2654D25E">
      <w:numFmt w:val="none"/>
      <w:lvlText w:val=""/>
      <w:lvlJc w:val="left"/>
      <w:pPr>
        <w:tabs>
          <w:tab w:val="num" w:pos="360"/>
        </w:tabs>
      </w:pPr>
    </w:lvl>
    <w:lvl w:ilvl="3" w:tplc="EA8EF3CE">
      <w:numFmt w:val="none"/>
      <w:lvlText w:val=""/>
      <w:lvlJc w:val="left"/>
      <w:pPr>
        <w:tabs>
          <w:tab w:val="num" w:pos="360"/>
        </w:tabs>
      </w:pPr>
    </w:lvl>
    <w:lvl w:ilvl="4" w:tplc="EE7A48AC">
      <w:numFmt w:val="none"/>
      <w:lvlText w:val=""/>
      <w:lvlJc w:val="left"/>
      <w:pPr>
        <w:tabs>
          <w:tab w:val="num" w:pos="360"/>
        </w:tabs>
      </w:pPr>
    </w:lvl>
    <w:lvl w:ilvl="5" w:tplc="6F48A3C0">
      <w:numFmt w:val="none"/>
      <w:lvlText w:val=""/>
      <w:lvlJc w:val="left"/>
      <w:pPr>
        <w:tabs>
          <w:tab w:val="num" w:pos="360"/>
        </w:tabs>
      </w:pPr>
    </w:lvl>
    <w:lvl w:ilvl="6" w:tplc="976A30AA">
      <w:numFmt w:val="none"/>
      <w:lvlText w:val=""/>
      <w:lvlJc w:val="left"/>
      <w:pPr>
        <w:tabs>
          <w:tab w:val="num" w:pos="360"/>
        </w:tabs>
      </w:pPr>
    </w:lvl>
    <w:lvl w:ilvl="7" w:tplc="57AE23E4">
      <w:numFmt w:val="none"/>
      <w:lvlText w:val=""/>
      <w:lvlJc w:val="left"/>
      <w:pPr>
        <w:tabs>
          <w:tab w:val="num" w:pos="360"/>
        </w:tabs>
      </w:pPr>
    </w:lvl>
    <w:lvl w:ilvl="8" w:tplc="26F87AE0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2FC19BF"/>
    <w:multiLevelType w:val="hybridMultilevel"/>
    <w:tmpl w:val="68A62E5A"/>
    <w:lvl w:ilvl="0" w:tplc="DAD01C3C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1A04B20"/>
    <w:multiLevelType w:val="hybridMultilevel"/>
    <w:tmpl w:val="7D5466B2"/>
    <w:lvl w:ilvl="0" w:tplc="2DF0A8C0">
      <w:start w:val="8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11">
    <w:nsid w:val="4A5866E6"/>
    <w:multiLevelType w:val="hybridMultilevel"/>
    <w:tmpl w:val="80CCA99A"/>
    <w:lvl w:ilvl="0" w:tplc="F2DA27B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  <w:bCs/>
      </w:rPr>
    </w:lvl>
    <w:lvl w:ilvl="1" w:tplc="969A3F52">
      <w:numFmt w:val="none"/>
      <w:lvlText w:val=""/>
      <w:lvlJc w:val="left"/>
      <w:pPr>
        <w:tabs>
          <w:tab w:val="num" w:pos="360"/>
        </w:tabs>
      </w:pPr>
    </w:lvl>
    <w:lvl w:ilvl="2" w:tplc="99248FD6">
      <w:numFmt w:val="none"/>
      <w:lvlText w:val=""/>
      <w:lvlJc w:val="left"/>
      <w:pPr>
        <w:tabs>
          <w:tab w:val="num" w:pos="360"/>
        </w:tabs>
      </w:pPr>
    </w:lvl>
    <w:lvl w:ilvl="3" w:tplc="7FD81F0E">
      <w:numFmt w:val="none"/>
      <w:lvlText w:val=""/>
      <w:lvlJc w:val="left"/>
      <w:pPr>
        <w:tabs>
          <w:tab w:val="num" w:pos="360"/>
        </w:tabs>
      </w:pPr>
    </w:lvl>
    <w:lvl w:ilvl="4" w:tplc="CF1E27EC">
      <w:numFmt w:val="none"/>
      <w:lvlText w:val=""/>
      <w:lvlJc w:val="left"/>
      <w:pPr>
        <w:tabs>
          <w:tab w:val="num" w:pos="360"/>
        </w:tabs>
      </w:pPr>
    </w:lvl>
    <w:lvl w:ilvl="5" w:tplc="DC8CA15A">
      <w:numFmt w:val="none"/>
      <w:lvlText w:val=""/>
      <w:lvlJc w:val="left"/>
      <w:pPr>
        <w:tabs>
          <w:tab w:val="num" w:pos="360"/>
        </w:tabs>
      </w:pPr>
    </w:lvl>
    <w:lvl w:ilvl="6" w:tplc="6388F6AE">
      <w:numFmt w:val="none"/>
      <w:lvlText w:val=""/>
      <w:lvlJc w:val="left"/>
      <w:pPr>
        <w:tabs>
          <w:tab w:val="num" w:pos="360"/>
        </w:tabs>
      </w:pPr>
    </w:lvl>
    <w:lvl w:ilvl="7" w:tplc="058E5DBE">
      <w:numFmt w:val="none"/>
      <w:lvlText w:val=""/>
      <w:lvlJc w:val="left"/>
      <w:pPr>
        <w:tabs>
          <w:tab w:val="num" w:pos="360"/>
        </w:tabs>
      </w:pPr>
    </w:lvl>
    <w:lvl w:ilvl="8" w:tplc="B8CA99B0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A72330F"/>
    <w:multiLevelType w:val="hybridMultilevel"/>
    <w:tmpl w:val="C0286A84"/>
    <w:lvl w:ilvl="0" w:tplc="221E437E">
      <w:start w:val="1"/>
      <w:numFmt w:val="decimal"/>
      <w:lvlText w:val="%1.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3">
    <w:nsid w:val="50B324E9"/>
    <w:multiLevelType w:val="hybridMultilevel"/>
    <w:tmpl w:val="99225404"/>
    <w:lvl w:ilvl="0" w:tplc="81F06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BCEEAC">
      <w:numFmt w:val="none"/>
      <w:lvlText w:val=""/>
      <w:lvlJc w:val="left"/>
      <w:pPr>
        <w:tabs>
          <w:tab w:val="num" w:pos="360"/>
        </w:tabs>
      </w:pPr>
    </w:lvl>
    <w:lvl w:ilvl="2" w:tplc="D1C03A2E">
      <w:numFmt w:val="none"/>
      <w:lvlText w:val=""/>
      <w:lvlJc w:val="left"/>
      <w:pPr>
        <w:tabs>
          <w:tab w:val="num" w:pos="360"/>
        </w:tabs>
      </w:pPr>
    </w:lvl>
    <w:lvl w:ilvl="3" w:tplc="74823FDE">
      <w:numFmt w:val="none"/>
      <w:lvlText w:val=""/>
      <w:lvlJc w:val="left"/>
      <w:pPr>
        <w:tabs>
          <w:tab w:val="num" w:pos="360"/>
        </w:tabs>
      </w:pPr>
    </w:lvl>
    <w:lvl w:ilvl="4" w:tplc="7B10AF0C">
      <w:numFmt w:val="none"/>
      <w:lvlText w:val=""/>
      <w:lvlJc w:val="left"/>
      <w:pPr>
        <w:tabs>
          <w:tab w:val="num" w:pos="360"/>
        </w:tabs>
      </w:pPr>
    </w:lvl>
    <w:lvl w:ilvl="5" w:tplc="D2E4296E">
      <w:numFmt w:val="none"/>
      <w:lvlText w:val=""/>
      <w:lvlJc w:val="left"/>
      <w:pPr>
        <w:tabs>
          <w:tab w:val="num" w:pos="360"/>
        </w:tabs>
      </w:pPr>
    </w:lvl>
    <w:lvl w:ilvl="6" w:tplc="B50E5314">
      <w:numFmt w:val="none"/>
      <w:lvlText w:val=""/>
      <w:lvlJc w:val="left"/>
      <w:pPr>
        <w:tabs>
          <w:tab w:val="num" w:pos="360"/>
        </w:tabs>
      </w:pPr>
    </w:lvl>
    <w:lvl w:ilvl="7" w:tplc="A06A8DC6">
      <w:numFmt w:val="none"/>
      <w:lvlText w:val=""/>
      <w:lvlJc w:val="left"/>
      <w:pPr>
        <w:tabs>
          <w:tab w:val="num" w:pos="360"/>
        </w:tabs>
      </w:pPr>
    </w:lvl>
    <w:lvl w:ilvl="8" w:tplc="604A64FA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66E7C9A"/>
    <w:multiLevelType w:val="hybridMultilevel"/>
    <w:tmpl w:val="67665024"/>
    <w:lvl w:ilvl="0" w:tplc="0C5C6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A9E2A1D"/>
    <w:multiLevelType w:val="multilevel"/>
    <w:tmpl w:val="C6BA4D3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>
    <w:nsid w:val="5E80170B"/>
    <w:multiLevelType w:val="hybridMultilevel"/>
    <w:tmpl w:val="25382584"/>
    <w:lvl w:ilvl="0" w:tplc="ED3A819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90" w:hanging="360"/>
      </w:pPr>
    </w:lvl>
    <w:lvl w:ilvl="2" w:tplc="0415001B">
      <w:start w:val="1"/>
      <w:numFmt w:val="lowerRoman"/>
      <w:lvlText w:val="%3."/>
      <w:lvlJc w:val="right"/>
      <w:pPr>
        <w:ind w:left="2610" w:hanging="180"/>
      </w:pPr>
    </w:lvl>
    <w:lvl w:ilvl="3" w:tplc="0415000F">
      <w:start w:val="1"/>
      <w:numFmt w:val="decimal"/>
      <w:lvlText w:val="%4."/>
      <w:lvlJc w:val="left"/>
      <w:pPr>
        <w:ind w:left="3330" w:hanging="360"/>
      </w:pPr>
    </w:lvl>
    <w:lvl w:ilvl="4" w:tplc="04150019">
      <w:start w:val="1"/>
      <w:numFmt w:val="lowerLetter"/>
      <w:lvlText w:val="%5."/>
      <w:lvlJc w:val="left"/>
      <w:pPr>
        <w:ind w:left="4050" w:hanging="360"/>
      </w:pPr>
    </w:lvl>
    <w:lvl w:ilvl="5" w:tplc="0415001B">
      <w:start w:val="1"/>
      <w:numFmt w:val="lowerRoman"/>
      <w:lvlText w:val="%6."/>
      <w:lvlJc w:val="right"/>
      <w:pPr>
        <w:ind w:left="4770" w:hanging="180"/>
      </w:pPr>
    </w:lvl>
    <w:lvl w:ilvl="6" w:tplc="0415000F">
      <w:start w:val="1"/>
      <w:numFmt w:val="decimal"/>
      <w:lvlText w:val="%7."/>
      <w:lvlJc w:val="left"/>
      <w:pPr>
        <w:ind w:left="5490" w:hanging="360"/>
      </w:pPr>
    </w:lvl>
    <w:lvl w:ilvl="7" w:tplc="04150019">
      <w:start w:val="1"/>
      <w:numFmt w:val="lowerLetter"/>
      <w:lvlText w:val="%8."/>
      <w:lvlJc w:val="left"/>
      <w:pPr>
        <w:ind w:left="6210" w:hanging="360"/>
      </w:pPr>
    </w:lvl>
    <w:lvl w:ilvl="8" w:tplc="0415001B">
      <w:start w:val="1"/>
      <w:numFmt w:val="lowerRoman"/>
      <w:lvlText w:val="%9."/>
      <w:lvlJc w:val="right"/>
      <w:pPr>
        <w:ind w:left="6930" w:hanging="180"/>
      </w:pPr>
    </w:lvl>
  </w:abstractNum>
  <w:abstractNum w:abstractNumId="17">
    <w:nsid w:val="6F5D00AD"/>
    <w:multiLevelType w:val="multilevel"/>
    <w:tmpl w:val="1AD83D38"/>
    <w:lvl w:ilvl="0">
      <w:start w:val="3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>
    <w:nsid w:val="70AE0C30"/>
    <w:multiLevelType w:val="hybridMultilevel"/>
    <w:tmpl w:val="3A32F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BA28FB"/>
    <w:multiLevelType w:val="multilevel"/>
    <w:tmpl w:val="B39607C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0">
    <w:nsid w:val="798D7410"/>
    <w:multiLevelType w:val="multilevel"/>
    <w:tmpl w:val="9E06B40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70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9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40" w:hanging="2520"/>
      </w:pPr>
      <w:rPr>
        <w:rFonts w:hint="default"/>
      </w:rPr>
    </w:lvl>
  </w:abstractNum>
  <w:abstractNum w:abstractNumId="21">
    <w:nsid w:val="7CBE4BD6"/>
    <w:multiLevelType w:val="hybridMultilevel"/>
    <w:tmpl w:val="C0286A84"/>
    <w:lvl w:ilvl="0" w:tplc="221E437E">
      <w:start w:val="1"/>
      <w:numFmt w:val="decimal"/>
      <w:lvlText w:val="%1.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19"/>
  </w:num>
  <w:num w:numId="5">
    <w:abstractNumId w:val="8"/>
  </w:num>
  <w:num w:numId="6">
    <w:abstractNumId w:val="15"/>
  </w:num>
  <w:num w:numId="7">
    <w:abstractNumId w:val="17"/>
  </w:num>
  <w:num w:numId="8">
    <w:abstractNumId w:val="4"/>
  </w:num>
  <w:num w:numId="9">
    <w:abstractNumId w:val="1"/>
  </w:num>
  <w:num w:numId="10">
    <w:abstractNumId w:val="11"/>
  </w:num>
  <w:num w:numId="11">
    <w:abstractNumId w:val="12"/>
  </w:num>
  <w:num w:numId="12">
    <w:abstractNumId w:val="2"/>
  </w:num>
  <w:num w:numId="13">
    <w:abstractNumId w:val="21"/>
  </w:num>
  <w:num w:numId="14">
    <w:abstractNumId w:val="18"/>
  </w:num>
  <w:num w:numId="15">
    <w:abstractNumId w:val="16"/>
  </w:num>
  <w:num w:numId="16">
    <w:abstractNumId w:val="10"/>
  </w:num>
  <w:num w:numId="17">
    <w:abstractNumId w:val="9"/>
  </w:num>
  <w:num w:numId="18">
    <w:abstractNumId w:val="14"/>
  </w:num>
  <w:num w:numId="19">
    <w:abstractNumId w:val="3"/>
  </w:num>
  <w:num w:numId="20">
    <w:abstractNumId w:val="20"/>
  </w:num>
  <w:num w:numId="21">
    <w:abstractNumId w:val="6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B94"/>
    <w:rsid w:val="000039E4"/>
    <w:rsid w:val="00003BAE"/>
    <w:rsid w:val="000059F7"/>
    <w:rsid w:val="000069F3"/>
    <w:rsid w:val="00012399"/>
    <w:rsid w:val="000201B2"/>
    <w:rsid w:val="00020218"/>
    <w:rsid w:val="00025703"/>
    <w:rsid w:val="0002580D"/>
    <w:rsid w:val="000277A4"/>
    <w:rsid w:val="00030EB9"/>
    <w:rsid w:val="00035E62"/>
    <w:rsid w:val="00036BBF"/>
    <w:rsid w:val="00043FD4"/>
    <w:rsid w:val="000450FF"/>
    <w:rsid w:val="000455A8"/>
    <w:rsid w:val="000460C0"/>
    <w:rsid w:val="000512BD"/>
    <w:rsid w:val="00063673"/>
    <w:rsid w:val="000678D0"/>
    <w:rsid w:val="000710B2"/>
    <w:rsid w:val="0007193A"/>
    <w:rsid w:val="000725AA"/>
    <w:rsid w:val="000746AF"/>
    <w:rsid w:val="00075C17"/>
    <w:rsid w:val="00076B72"/>
    <w:rsid w:val="00081CC4"/>
    <w:rsid w:val="00083FE8"/>
    <w:rsid w:val="000843BB"/>
    <w:rsid w:val="00084CD6"/>
    <w:rsid w:val="0008502B"/>
    <w:rsid w:val="0008642C"/>
    <w:rsid w:val="0009074D"/>
    <w:rsid w:val="00093C41"/>
    <w:rsid w:val="0009406B"/>
    <w:rsid w:val="000A4FA1"/>
    <w:rsid w:val="000A5FBC"/>
    <w:rsid w:val="000B6AFC"/>
    <w:rsid w:val="000B6C0C"/>
    <w:rsid w:val="000C473F"/>
    <w:rsid w:val="000C5E54"/>
    <w:rsid w:val="000C754D"/>
    <w:rsid w:val="000C7972"/>
    <w:rsid w:val="000D0489"/>
    <w:rsid w:val="000D4F96"/>
    <w:rsid w:val="000D64A5"/>
    <w:rsid w:val="000E1DC0"/>
    <w:rsid w:val="000E3BB0"/>
    <w:rsid w:val="000F2046"/>
    <w:rsid w:val="000F55A8"/>
    <w:rsid w:val="000F68AA"/>
    <w:rsid w:val="00107FED"/>
    <w:rsid w:val="00111088"/>
    <w:rsid w:val="001115CD"/>
    <w:rsid w:val="00111773"/>
    <w:rsid w:val="001121F9"/>
    <w:rsid w:val="00112564"/>
    <w:rsid w:val="00120163"/>
    <w:rsid w:val="00120779"/>
    <w:rsid w:val="00121224"/>
    <w:rsid w:val="00122736"/>
    <w:rsid w:val="00127516"/>
    <w:rsid w:val="001345E2"/>
    <w:rsid w:val="00135FAD"/>
    <w:rsid w:val="001413F5"/>
    <w:rsid w:val="00145E4E"/>
    <w:rsid w:val="00152A04"/>
    <w:rsid w:val="00152A36"/>
    <w:rsid w:val="00154B01"/>
    <w:rsid w:val="00162F4B"/>
    <w:rsid w:val="00163DC3"/>
    <w:rsid w:val="00165EB0"/>
    <w:rsid w:val="0017234B"/>
    <w:rsid w:val="00180A3E"/>
    <w:rsid w:val="00182307"/>
    <w:rsid w:val="00183703"/>
    <w:rsid w:val="00193F5C"/>
    <w:rsid w:val="00195471"/>
    <w:rsid w:val="0019631C"/>
    <w:rsid w:val="001968CA"/>
    <w:rsid w:val="00197C81"/>
    <w:rsid w:val="001A18B1"/>
    <w:rsid w:val="001A37BC"/>
    <w:rsid w:val="001A3FEF"/>
    <w:rsid w:val="001B406D"/>
    <w:rsid w:val="001B41EB"/>
    <w:rsid w:val="001C135E"/>
    <w:rsid w:val="001C170B"/>
    <w:rsid w:val="001C2111"/>
    <w:rsid w:val="001C531B"/>
    <w:rsid w:val="001C7121"/>
    <w:rsid w:val="001C78F4"/>
    <w:rsid w:val="001D2C3E"/>
    <w:rsid w:val="001D3610"/>
    <w:rsid w:val="001D56ED"/>
    <w:rsid w:val="001D741A"/>
    <w:rsid w:val="001D7B6F"/>
    <w:rsid w:val="001E78AA"/>
    <w:rsid w:val="001F2350"/>
    <w:rsid w:val="001F2A21"/>
    <w:rsid w:val="001F2DDA"/>
    <w:rsid w:val="001F57DB"/>
    <w:rsid w:val="001F7397"/>
    <w:rsid w:val="00204459"/>
    <w:rsid w:val="0020737E"/>
    <w:rsid w:val="0022044A"/>
    <w:rsid w:val="002205B3"/>
    <w:rsid w:val="00220824"/>
    <w:rsid w:val="00226E0A"/>
    <w:rsid w:val="002327C2"/>
    <w:rsid w:val="002345E5"/>
    <w:rsid w:val="00234FD9"/>
    <w:rsid w:val="002359D5"/>
    <w:rsid w:val="002437F8"/>
    <w:rsid w:val="00246D5E"/>
    <w:rsid w:val="00251E34"/>
    <w:rsid w:val="002567D9"/>
    <w:rsid w:val="002574F2"/>
    <w:rsid w:val="00257508"/>
    <w:rsid w:val="00261CFE"/>
    <w:rsid w:val="00262FA3"/>
    <w:rsid w:val="00263177"/>
    <w:rsid w:val="0026497A"/>
    <w:rsid w:val="0026619F"/>
    <w:rsid w:val="00266E83"/>
    <w:rsid w:val="00271354"/>
    <w:rsid w:val="0027339E"/>
    <w:rsid w:val="00285145"/>
    <w:rsid w:val="00287C12"/>
    <w:rsid w:val="0029478F"/>
    <w:rsid w:val="00296127"/>
    <w:rsid w:val="00296663"/>
    <w:rsid w:val="00296EFC"/>
    <w:rsid w:val="002A0C66"/>
    <w:rsid w:val="002A1033"/>
    <w:rsid w:val="002A227C"/>
    <w:rsid w:val="002A299F"/>
    <w:rsid w:val="002A3559"/>
    <w:rsid w:val="002A58A4"/>
    <w:rsid w:val="002A6292"/>
    <w:rsid w:val="002A6341"/>
    <w:rsid w:val="002B0F77"/>
    <w:rsid w:val="002B44ED"/>
    <w:rsid w:val="002B5244"/>
    <w:rsid w:val="002B759A"/>
    <w:rsid w:val="002B76CF"/>
    <w:rsid w:val="002C69BE"/>
    <w:rsid w:val="002D33F0"/>
    <w:rsid w:val="002D70B1"/>
    <w:rsid w:val="002E0425"/>
    <w:rsid w:val="002E1082"/>
    <w:rsid w:val="002E2B7B"/>
    <w:rsid w:val="002E34F7"/>
    <w:rsid w:val="002E4DED"/>
    <w:rsid w:val="002E6368"/>
    <w:rsid w:val="002F708E"/>
    <w:rsid w:val="00301775"/>
    <w:rsid w:val="0030664A"/>
    <w:rsid w:val="00307B1B"/>
    <w:rsid w:val="003241D4"/>
    <w:rsid w:val="003273DA"/>
    <w:rsid w:val="0034320E"/>
    <w:rsid w:val="003447F3"/>
    <w:rsid w:val="0035029B"/>
    <w:rsid w:val="00356C18"/>
    <w:rsid w:val="00360CB5"/>
    <w:rsid w:val="00361B7E"/>
    <w:rsid w:val="003624E3"/>
    <w:rsid w:val="00364725"/>
    <w:rsid w:val="00367663"/>
    <w:rsid w:val="00367CA3"/>
    <w:rsid w:val="003718E7"/>
    <w:rsid w:val="003778F2"/>
    <w:rsid w:val="0038424A"/>
    <w:rsid w:val="003A32F6"/>
    <w:rsid w:val="003A3FBF"/>
    <w:rsid w:val="003A538B"/>
    <w:rsid w:val="003A6B50"/>
    <w:rsid w:val="003B0355"/>
    <w:rsid w:val="003B2B41"/>
    <w:rsid w:val="003C10B1"/>
    <w:rsid w:val="003C3A18"/>
    <w:rsid w:val="003C6868"/>
    <w:rsid w:val="003D071E"/>
    <w:rsid w:val="003D16A5"/>
    <w:rsid w:val="003D1B30"/>
    <w:rsid w:val="003D3476"/>
    <w:rsid w:val="003E63AE"/>
    <w:rsid w:val="003E7033"/>
    <w:rsid w:val="003E7D3E"/>
    <w:rsid w:val="00402B4A"/>
    <w:rsid w:val="00402EC5"/>
    <w:rsid w:val="00404D0D"/>
    <w:rsid w:val="00405705"/>
    <w:rsid w:val="00407740"/>
    <w:rsid w:val="00411952"/>
    <w:rsid w:val="0041240B"/>
    <w:rsid w:val="0042396A"/>
    <w:rsid w:val="00423BB7"/>
    <w:rsid w:val="004302FC"/>
    <w:rsid w:val="00430A28"/>
    <w:rsid w:val="00434D47"/>
    <w:rsid w:val="00435EC9"/>
    <w:rsid w:val="004408C6"/>
    <w:rsid w:val="00440CE9"/>
    <w:rsid w:val="004414FF"/>
    <w:rsid w:val="00441F86"/>
    <w:rsid w:val="00442A82"/>
    <w:rsid w:val="004456A6"/>
    <w:rsid w:val="00451863"/>
    <w:rsid w:val="004519D3"/>
    <w:rsid w:val="004572A8"/>
    <w:rsid w:val="00457ED1"/>
    <w:rsid w:val="0046068C"/>
    <w:rsid w:val="00464A6F"/>
    <w:rsid w:val="00467E7E"/>
    <w:rsid w:val="00475744"/>
    <w:rsid w:val="00475A9E"/>
    <w:rsid w:val="00476DF2"/>
    <w:rsid w:val="00481E3F"/>
    <w:rsid w:val="004870DC"/>
    <w:rsid w:val="00490780"/>
    <w:rsid w:val="00490B0F"/>
    <w:rsid w:val="004977D8"/>
    <w:rsid w:val="004A162B"/>
    <w:rsid w:val="004B37B7"/>
    <w:rsid w:val="004B49C0"/>
    <w:rsid w:val="004B4CF7"/>
    <w:rsid w:val="004C1602"/>
    <w:rsid w:val="004C3BDF"/>
    <w:rsid w:val="004C3E81"/>
    <w:rsid w:val="004C47F9"/>
    <w:rsid w:val="004C5B8B"/>
    <w:rsid w:val="004D5732"/>
    <w:rsid w:val="004D7731"/>
    <w:rsid w:val="004E08AD"/>
    <w:rsid w:val="004E2064"/>
    <w:rsid w:val="004E465E"/>
    <w:rsid w:val="004E66F5"/>
    <w:rsid w:val="004E6F12"/>
    <w:rsid w:val="004E7132"/>
    <w:rsid w:val="004F155E"/>
    <w:rsid w:val="00504FA2"/>
    <w:rsid w:val="005051C8"/>
    <w:rsid w:val="00506731"/>
    <w:rsid w:val="00512AAF"/>
    <w:rsid w:val="0051708B"/>
    <w:rsid w:val="00517258"/>
    <w:rsid w:val="0052130C"/>
    <w:rsid w:val="00523DD7"/>
    <w:rsid w:val="005244C7"/>
    <w:rsid w:val="00525A71"/>
    <w:rsid w:val="00525E80"/>
    <w:rsid w:val="005273F4"/>
    <w:rsid w:val="00527601"/>
    <w:rsid w:val="005302BA"/>
    <w:rsid w:val="005310C4"/>
    <w:rsid w:val="00532A42"/>
    <w:rsid w:val="00534017"/>
    <w:rsid w:val="00541DC9"/>
    <w:rsid w:val="00555FAF"/>
    <w:rsid w:val="00555FC9"/>
    <w:rsid w:val="00557089"/>
    <w:rsid w:val="005577D1"/>
    <w:rsid w:val="00563B2C"/>
    <w:rsid w:val="00564184"/>
    <w:rsid w:val="00571DB5"/>
    <w:rsid w:val="00572FFD"/>
    <w:rsid w:val="005738AD"/>
    <w:rsid w:val="00576EE7"/>
    <w:rsid w:val="00580B04"/>
    <w:rsid w:val="00585B78"/>
    <w:rsid w:val="00587440"/>
    <w:rsid w:val="005A0C16"/>
    <w:rsid w:val="005A4B2C"/>
    <w:rsid w:val="005A650D"/>
    <w:rsid w:val="005B2A9C"/>
    <w:rsid w:val="005B385E"/>
    <w:rsid w:val="005B481E"/>
    <w:rsid w:val="005D0073"/>
    <w:rsid w:val="005D1B94"/>
    <w:rsid w:val="005D43BE"/>
    <w:rsid w:val="005E0560"/>
    <w:rsid w:val="005E1D07"/>
    <w:rsid w:val="005F278B"/>
    <w:rsid w:val="006012B6"/>
    <w:rsid w:val="00606379"/>
    <w:rsid w:val="006149ED"/>
    <w:rsid w:val="00634544"/>
    <w:rsid w:val="0063469B"/>
    <w:rsid w:val="00643A41"/>
    <w:rsid w:val="00652307"/>
    <w:rsid w:val="00654C4E"/>
    <w:rsid w:val="00656A47"/>
    <w:rsid w:val="00663248"/>
    <w:rsid w:val="00663837"/>
    <w:rsid w:val="00665BF4"/>
    <w:rsid w:val="00665EB7"/>
    <w:rsid w:val="0067217F"/>
    <w:rsid w:val="00672E9F"/>
    <w:rsid w:val="0067419A"/>
    <w:rsid w:val="00674B06"/>
    <w:rsid w:val="006763B1"/>
    <w:rsid w:val="00682945"/>
    <w:rsid w:val="00685E25"/>
    <w:rsid w:val="00686032"/>
    <w:rsid w:val="0069222E"/>
    <w:rsid w:val="0069755F"/>
    <w:rsid w:val="006A71FC"/>
    <w:rsid w:val="006B07F4"/>
    <w:rsid w:val="006B140B"/>
    <w:rsid w:val="006B1835"/>
    <w:rsid w:val="006B1A8A"/>
    <w:rsid w:val="006B3FC9"/>
    <w:rsid w:val="006B6C4F"/>
    <w:rsid w:val="006C1333"/>
    <w:rsid w:val="006C2080"/>
    <w:rsid w:val="006D3DCB"/>
    <w:rsid w:val="006D48EE"/>
    <w:rsid w:val="006D547E"/>
    <w:rsid w:val="006D6155"/>
    <w:rsid w:val="006E2F82"/>
    <w:rsid w:val="006E71D4"/>
    <w:rsid w:val="006F0BD6"/>
    <w:rsid w:val="006F30FA"/>
    <w:rsid w:val="006F7901"/>
    <w:rsid w:val="00702C44"/>
    <w:rsid w:val="00704144"/>
    <w:rsid w:val="00705542"/>
    <w:rsid w:val="00706B4D"/>
    <w:rsid w:val="00710C60"/>
    <w:rsid w:val="00711A07"/>
    <w:rsid w:val="00713139"/>
    <w:rsid w:val="0071515B"/>
    <w:rsid w:val="00717529"/>
    <w:rsid w:val="00717732"/>
    <w:rsid w:val="00720A99"/>
    <w:rsid w:val="007307F2"/>
    <w:rsid w:val="00733B8B"/>
    <w:rsid w:val="0073404D"/>
    <w:rsid w:val="00736ACB"/>
    <w:rsid w:val="007374EC"/>
    <w:rsid w:val="00737C48"/>
    <w:rsid w:val="00742210"/>
    <w:rsid w:val="007472F7"/>
    <w:rsid w:val="0075740E"/>
    <w:rsid w:val="0075754B"/>
    <w:rsid w:val="00757BDA"/>
    <w:rsid w:val="00766DD3"/>
    <w:rsid w:val="00767F67"/>
    <w:rsid w:val="00772A64"/>
    <w:rsid w:val="007744FB"/>
    <w:rsid w:val="00774E66"/>
    <w:rsid w:val="007802A8"/>
    <w:rsid w:val="00780D29"/>
    <w:rsid w:val="007819E2"/>
    <w:rsid w:val="00784090"/>
    <w:rsid w:val="007858A5"/>
    <w:rsid w:val="00787410"/>
    <w:rsid w:val="00792700"/>
    <w:rsid w:val="00793924"/>
    <w:rsid w:val="007975FF"/>
    <w:rsid w:val="007A2570"/>
    <w:rsid w:val="007A393C"/>
    <w:rsid w:val="007A6091"/>
    <w:rsid w:val="007A77A5"/>
    <w:rsid w:val="007B2A21"/>
    <w:rsid w:val="007B5714"/>
    <w:rsid w:val="007C026C"/>
    <w:rsid w:val="007C16E7"/>
    <w:rsid w:val="007C4DA1"/>
    <w:rsid w:val="007D1CF9"/>
    <w:rsid w:val="007D3E73"/>
    <w:rsid w:val="007D4097"/>
    <w:rsid w:val="007D41B2"/>
    <w:rsid w:val="007D4B96"/>
    <w:rsid w:val="007D65A7"/>
    <w:rsid w:val="007E281A"/>
    <w:rsid w:val="007E742E"/>
    <w:rsid w:val="007F43B9"/>
    <w:rsid w:val="00802C01"/>
    <w:rsid w:val="0080503E"/>
    <w:rsid w:val="00805F88"/>
    <w:rsid w:val="008175DD"/>
    <w:rsid w:val="008226EE"/>
    <w:rsid w:val="0082571B"/>
    <w:rsid w:val="00826B15"/>
    <w:rsid w:val="00827004"/>
    <w:rsid w:val="00833DE5"/>
    <w:rsid w:val="00834AF3"/>
    <w:rsid w:val="00844071"/>
    <w:rsid w:val="00864250"/>
    <w:rsid w:val="008662C4"/>
    <w:rsid w:val="00866F0C"/>
    <w:rsid w:val="00872FEA"/>
    <w:rsid w:val="00873792"/>
    <w:rsid w:val="008739FA"/>
    <w:rsid w:val="0087626A"/>
    <w:rsid w:val="00884700"/>
    <w:rsid w:val="008855C5"/>
    <w:rsid w:val="00886750"/>
    <w:rsid w:val="00890908"/>
    <w:rsid w:val="00891824"/>
    <w:rsid w:val="00892983"/>
    <w:rsid w:val="00893084"/>
    <w:rsid w:val="008A419F"/>
    <w:rsid w:val="008A6E0B"/>
    <w:rsid w:val="008B06D0"/>
    <w:rsid w:val="008C21A0"/>
    <w:rsid w:val="008D2859"/>
    <w:rsid w:val="008D5FE5"/>
    <w:rsid w:val="008E0452"/>
    <w:rsid w:val="008E1FBF"/>
    <w:rsid w:val="008E4D2E"/>
    <w:rsid w:val="008E6923"/>
    <w:rsid w:val="009002E2"/>
    <w:rsid w:val="00904C19"/>
    <w:rsid w:val="00905F48"/>
    <w:rsid w:val="00906499"/>
    <w:rsid w:val="00907D9E"/>
    <w:rsid w:val="0091196E"/>
    <w:rsid w:val="009122C4"/>
    <w:rsid w:val="00912CB9"/>
    <w:rsid w:val="0093116B"/>
    <w:rsid w:val="00932442"/>
    <w:rsid w:val="009345AF"/>
    <w:rsid w:val="0093493B"/>
    <w:rsid w:val="0093600D"/>
    <w:rsid w:val="00936728"/>
    <w:rsid w:val="009450FD"/>
    <w:rsid w:val="00947997"/>
    <w:rsid w:val="00950ECB"/>
    <w:rsid w:val="009529AD"/>
    <w:rsid w:val="0095745F"/>
    <w:rsid w:val="00965799"/>
    <w:rsid w:val="0097403B"/>
    <w:rsid w:val="009767AA"/>
    <w:rsid w:val="00976A29"/>
    <w:rsid w:val="00977417"/>
    <w:rsid w:val="00983646"/>
    <w:rsid w:val="00984FFB"/>
    <w:rsid w:val="009A0203"/>
    <w:rsid w:val="009B2635"/>
    <w:rsid w:val="009B63BD"/>
    <w:rsid w:val="009C29FD"/>
    <w:rsid w:val="009C418D"/>
    <w:rsid w:val="009C59F4"/>
    <w:rsid w:val="009D2A4E"/>
    <w:rsid w:val="009D3D64"/>
    <w:rsid w:val="009D7A68"/>
    <w:rsid w:val="009E436F"/>
    <w:rsid w:val="009E6FC9"/>
    <w:rsid w:val="009F0A49"/>
    <w:rsid w:val="009F1E95"/>
    <w:rsid w:val="00A0142D"/>
    <w:rsid w:val="00A02AE2"/>
    <w:rsid w:val="00A11FEA"/>
    <w:rsid w:val="00A126F6"/>
    <w:rsid w:val="00A17985"/>
    <w:rsid w:val="00A23701"/>
    <w:rsid w:val="00A23785"/>
    <w:rsid w:val="00A24587"/>
    <w:rsid w:val="00A27010"/>
    <w:rsid w:val="00A30D6E"/>
    <w:rsid w:val="00A31D34"/>
    <w:rsid w:val="00A33C69"/>
    <w:rsid w:val="00A421A9"/>
    <w:rsid w:val="00A54B8B"/>
    <w:rsid w:val="00A55E14"/>
    <w:rsid w:val="00A60B93"/>
    <w:rsid w:val="00A614C4"/>
    <w:rsid w:val="00A67009"/>
    <w:rsid w:val="00A8649C"/>
    <w:rsid w:val="00A91D03"/>
    <w:rsid w:val="00A9232A"/>
    <w:rsid w:val="00A950E2"/>
    <w:rsid w:val="00A97D95"/>
    <w:rsid w:val="00AA15E6"/>
    <w:rsid w:val="00AA43B2"/>
    <w:rsid w:val="00AA4624"/>
    <w:rsid w:val="00AA486B"/>
    <w:rsid w:val="00AA6A06"/>
    <w:rsid w:val="00AA6F7C"/>
    <w:rsid w:val="00AA738E"/>
    <w:rsid w:val="00AB01EB"/>
    <w:rsid w:val="00AB76F4"/>
    <w:rsid w:val="00AB7BFC"/>
    <w:rsid w:val="00AC0CC0"/>
    <w:rsid w:val="00AD2CAD"/>
    <w:rsid w:val="00AD2DEC"/>
    <w:rsid w:val="00AD320B"/>
    <w:rsid w:val="00AD4E1A"/>
    <w:rsid w:val="00AD7D46"/>
    <w:rsid w:val="00AE061B"/>
    <w:rsid w:val="00AE50F6"/>
    <w:rsid w:val="00AE5154"/>
    <w:rsid w:val="00AF0652"/>
    <w:rsid w:val="00AF11CA"/>
    <w:rsid w:val="00AF133C"/>
    <w:rsid w:val="00AF4734"/>
    <w:rsid w:val="00AF6A5E"/>
    <w:rsid w:val="00B01398"/>
    <w:rsid w:val="00B01BE3"/>
    <w:rsid w:val="00B0270A"/>
    <w:rsid w:val="00B0651D"/>
    <w:rsid w:val="00B15606"/>
    <w:rsid w:val="00B179D2"/>
    <w:rsid w:val="00B24E96"/>
    <w:rsid w:val="00B25463"/>
    <w:rsid w:val="00B30864"/>
    <w:rsid w:val="00B3233A"/>
    <w:rsid w:val="00B37023"/>
    <w:rsid w:val="00B415FB"/>
    <w:rsid w:val="00B42C9A"/>
    <w:rsid w:val="00B434B9"/>
    <w:rsid w:val="00B434E2"/>
    <w:rsid w:val="00B43F7B"/>
    <w:rsid w:val="00B5017D"/>
    <w:rsid w:val="00B50B14"/>
    <w:rsid w:val="00B5530C"/>
    <w:rsid w:val="00B56456"/>
    <w:rsid w:val="00B616E8"/>
    <w:rsid w:val="00B61EFD"/>
    <w:rsid w:val="00B664F6"/>
    <w:rsid w:val="00B67CDE"/>
    <w:rsid w:val="00B706B9"/>
    <w:rsid w:val="00B71744"/>
    <w:rsid w:val="00B750E6"/>
    <w:rsid w:val="00B82159"/>
    <w:rsid w:val="00B832F4"/>
    <w:rsid w:val="00B844E4"/>
    <w:rsid w:val="00B90E59"/>
    <w:rsid w:val="00B92813"/>
    <w:rsid w:val="00BA007E"/>
    <w:rsid w:val="00BA077D"/>
    <w:rsid w:val="00BA0CE9"/>
    <w:rsid w:val="00BC1A63"/>
    <w:rsid w:val="00BC6671"/>
    <w:rsid w:val="00BD7477"/>
    <w:rsid w:val="00BE212F"/>
    <w:rsid w:val="00BE26A0"/>
    <w:rsid w:val="00BE3940"/>
    <w:rsid w:val="00BF1579"/>
    <w:rsid w:val="00BF18C1"/>
    <w:rsid w:val="00BF1BC7"/>
    <w:rsid w:val="00BF2657"/>
    <w:rsid w:val="00BF46DA"/>
    <w:rsid w:val="00BF6B92"/>
    <w:rsid w:val="00BF7A94"/>
    <w:rsid w:val="00C029B7"/>
    <w:rsid w:val="00C05C81"/>
    <w:rsid w:val="00C1145C"/>
    <w:rsid w:val="00C13C28"/>
    <w:rsid w:val="00C1681F"/>
    <w:rsid w:val="00C223AB"/>
    <w:rsid w:val="00C23D92"/>
    <w:rsid w:val="00C26EC5"/>
    <w:rsid w:val="00C33ABE"/>
    <w:rsid w:val="00C34299"/>
    <w:rsid w:val="00C34DC4"/>
    <w:rsid w:val="00C34E6E"/>
    <w:rsid w:val="00C36F5D"/>
    <w:rsid w:val="00C4144B"/>
    <w:rsid w:val="00C414E7"/>
    <w:rsid w:val="00C43B1F"/>
    <w:rsid w:val="00C45662"/>
    <w:rsid w:val="00C47678"/>
    <w:rsid w:val="00C64B0A"/>
    <w:rsid w:val="00C804FA"/>
    <w:rsid w:val="00C840AE"/>
    <w:rsid w:val="00C92605"/>
    <w:rsid w:val="00CA1211"/>
    <w:rsid w:val="00CA1439"/>
    <w:rsid w:val="00CA557A"/>
    <w:rsid w:val="00CA6B90"/>
    <w:rsid w:val="00CA6DA2"/>
    <w:rsid w:val="00CB088A"/>
    <w:rsid w:val="00CB4076"/>
    <w:rsid w:val="00CB55C1"/>
    <w:rsid w:val="00CB56B3"/>
    <w:rsid w:val="00CB5B55"/>
    <w:rsid w:val="00CB7C56"/>
    <w:rsid w:val="00CC4943"/>
    <w:rsid w:val="00CC5F63"/>
    <w:rsid w:val="00CC7B29"/>
    <w:rsid w:val="00CD19F8"/>
    <w:rsid w:val="00CD29E0"/>
    <w:rsid w:val="00CD3070"/>
    <w:rsid w:val="00CD4F4A"/>
    <w:rsid w:val="00CD6ACC"/>
    <w:rsid w:val="00CE5D7B"/>
    <w:rsid w:val="00CF31A6"/>
    <w:rsid w:val="00D02811"/>
    <w:rsid w:val="00D0475C"/>
    <w:rsid w:val="00D10825"/>
    <w:rsid w:val="00D1665E"/>
    <w:rsid w:val="00D1702D"/>
    <w:rsid w:val="00D21916"/>
    <w:rsid w:val="00D2738F"/>
    <w:rsid w:val="00D30FD7"/>
    <w:rsid w:val="00D40133"/>
    <w:rsid w:val="00D45093"/>
    <w:rsid w:val="00D45C38"/>
    <w:rsid w:val="00D5595A"/>
    <w:rsid w:val="00D616C8"/>
    <w:rsid w:val="00D62110"/>
    <w:rsid w:val="00D62AEF"/>
    <w:rsid w:val="00D65C26"/>
    <w:rsid w:val="00D66747"/>
    <w:rsid w:val="00D76630"/>
    <w:rsid w:val="00D767FE"/>
    <w:rsid w:val="00D77E33"/>
    <w:rsid w:val="00D8354D"/>
    <w:rsid w:val="00D8606A"/>
    <w:rsid w:val="00D940A3"/>
    <w:rsid w:val="00DA2AA9"/>
    <w:rsid w:val="00DA4ECC"/>
    <w:rsid w:val="00DB0A6C"/>
    <w:rsid w:val="00DB43CE"/>
    <w:rsid w:val="00DB5F09"/>
    <w:rsid w:val="00DB711E"/>
    <w:rsid w:val="00DC0914"/>
    <w:rsid w:val="00DC2392"/>
    <w:rsid w:val="00DC7D91"/>
    <w:rsid w:val="00DD0202"/>
    <w:rsid w:val="00DD719E"/>
    <w:rsid w:val="00DE3DC6"/>
    <w:rsid w:val="00DE4190"/>
    <w:rsid w:val="00DF4165"/>
    <w:rsid w:val="00DF4551"/>
    <w:rsid w:val="00DF5357"/>
    <w:rsid w:val="00E0141F"/>
    <w:rsid w:val="00E026DB"/>
    <w:rsid w:val="00E10B15"/>
    <w:rsid w:val="00E124D2"/>
    <w:rsid w:val="00E1347A"/>
    <w:rsid w:val="00E13B04"/>
    <w:rsid w:val="00E15259"/>
    <w:rsid w:val="00E208BB"/>
    <w:rsid w:val="00E21F77"/>
    <w:rsid w:val="00E22052"/>
    <w:rsid w:val="00E34348"/>
    <w:rsid w:val="00E36198"/>
    <w:rsid w:val="00E46437"/>
    <w:rsid w:val="00E47211"/>
    <w:rsid w:val="00E5737E"/>
    <w:rsid w:val="00E63503"/>
    <w:rsid w:val="00E65C9E"/>
    <w:rsid w:val="00E722DB"/>
    <w:rsid w:val="00E809CB"/>
    <w:rsid w:val="00E80E18"/>
    <w:rsid w:val="00E81819"/>
    <w:rsid w:val="00E82D1E"/>
    <w:rsid w:val="00E86081"/>
    <w:rsid w:val="00E901E2"/>
    <w:rsid w:val="00E915A7"/>
    <w:rsid w:val="00E91B8C"/>
    <w:rsid w:val="00E92A28"/>
    <w:rsid w:val="00E9340A"/>
    <w:rsid w:val="00E9526F"/>
    <w:rsid w:val="00E95AFC"/>
    <w:rsid w:val="00EA01A1"/>
    <w:rsid w:val="00EA4800"/>
    <w:rsid w:val="00EA5257"/>
    <w:rsid w:val="00EA6F62"/>
    <w:rsid w:val="00EB6EFA"/>
    <w:rsid w:val="00ED51F4"/>
    <w:rsid w:val="00ED5EBA"/>
    <w:rsid w:val="00ED69DC"/>
    <w:rsid w:val="00ED6C0B"/>
    <w:rsid w:val="00EE331A"/>
    <w:rsid w:val="00EE38C3"/>
    <w:rsid w:val="00EE3B2E"/>
    <w:rsid w:val="00EE5F74"/>
    <w:rsid w:val="00EF0309"/>
    <w:rsid w:val="00F01867"/>
    <w:rsid w:val="00F01E4D"/>
    <w:rsid w:val="00F0284B"/>
    <w:rsid w:val="00F114EE"/>
    <w:rsid w:val="00F12A39"/>
    <w:rsid w:val="00F13A36"/>
    <w:rsid w:val="00F2440F"/>
    <w:rsid w:val="00F25D76"/>
    <w:rsid w:val="00F2605C"/>
    <w:rsid w:val="00F41654"/>
    <w:rsid w:val="00F43E73"/>
    <w:rsid w:val="00F442F1"/>
    <w:rsid w:val="00F44EBF"/>
    <w:rsid w:val="00F53C50"/>
    <w:rsid w:val="00F60BAF"/>
    <w:rsid w:val="00F63161"/>
    <w:rsid w:val="00F6423F"/>
    <w:rsid w:val="00F65AC2"/>
    <w:rsid w:val="00F706CC"/>
    <w:rsid w:val="00F72078"/>
    <w:rsid w:val="00F73FFD"/>
    <w:rsid w:val="00F76AA4"/>
    <w:rsid w:val="00F77B33"/>
    <w:rsid w:val="00F80473"/>
    <w:rsid w:val="00F915DF"/>
    <w:rsid w:val="00F91EB7"/>
    <w:rsid w:val="00F93152"/>
    <w:rsid w:val="00F96A37"/>
    <w:rsid w:val="00F96E0D"/>
    <w:rsid w:val="00F96F41"/>
    <w:rsid w:val="00F974B5"/>
    <w:rsid w:val="00FA018E"/>
    <w:rsid w:val="00FA0418"/>
    <w:rsid w:val="00FA0B47"/>
    <w:rsid w:val="00FA3C80"/>
    <w:rsid w:val="00FA67D9"/>
    <w:rsid w:val="00FA708B"/>
    <w:rsid w:val="00FB08C0"/>
    <w:rsid w:val="00FB7C8C"/>
    <w:rsid w:val="00FC03E0"/>
    <w:rsid w:val="00FC071B"/>
    <w:rsid w:val="00FC1811"/>
    <w:rsid w:val="00FC1A22"/>
    <w:rsid w:val="00FD2995"/>
    <w:rsid w:val="00FD415C"/>
    <w:rsid w:val="00FD5324"/>
    <w:rsid w:val="00FF0169"/>
    <w:rsid w:val="00FF2C8A"/>
    <w:rsid w:val="00FF3064"/>
    <w:rsid w:val="00FF3590"/>
    <w:rsid w:val="00FF3D23"/>
    <w:rsid w:val="00FF530A"/>
    <w:rsid w:val="00FF7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396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396A"/>
    <w:pPr>
      <w:keepNext/>
      <w:ind w:left="360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396A"/>
    <w:pPr>
      <w:keepNext/>
      <w:ind w:left="147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396A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396A"/>
    <w:pPr>
      <w:keepNext/>
      <w:ind w:left="75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396A"/>
    <w:pPr>
      <w:keepNext/>
      <w:outlineLvl w:val="4"/>
    </w:pPr>
    <w:rPr>
      <w:rFonts w:ascii="Arial" w:hAnsi="Arial" w:cs="Arial"/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42396A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2396A"/>
    <w:pPr>
      <w:keepNext/>
      <w:ind w:left="720"/>
      <w:jc w:val="center"/>
      <w:outlineLvl w:val="6"/>
    </w:pPr>
    <w:rPr>
      <w:rFonts w:ascii="Arial" w:hAnsi="Arial" w:cs="Arial"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2396A"/>
    <w:pPr>
      <w:keepNext/>
      <w:ind w:left="720"/>
      <w:outlineLvl w:val="7"/>
    </w:pPr>
    <w:rPr>
      <w:rFonts w:ascii="Courier New" w:hAnsi="Courier New" w:cs="Courier New"/>
      <w:b/>
      <w:b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2396A"/>
    <w:pPr>
      <w:keepNext/>
      <w:ind w:left="810"/>
      <w:outlineLvl w:val="8"/>
    </w:pPr>
    <w:rPr>
      <w:rFonts w:ascii="Courier New" w:hAnsi="Courier New" w:cs="Courier New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F7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6F7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6F7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6F7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6F7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6F75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6F75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6F75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6F75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link w:val="TitleChar"/>
    <w:uiPriority w:val="99"/>
    <w:qFormat/>
    <w:rsid w:val="0042396A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BA077D"/>
    <w:rPr>
      <w:rFonts w:ascii="Arial" w:hAnsi="Arial" w:cs="Arial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42396A"/>
    <w:pPr>
      <w:ind w:left="72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36F75"/>
    <w:rPr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42396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36F75"/>
    <w:rPr>
      <w:sz w:val="0"/>
      <w:szCs w:val="0"/>
    </w:rPr>
  </w:style>
  <w:style w:type="paragraph" w:styleId="FootnoteText">
    <w:name w:val="footnote text"/>
    <w:basedOn w:val="Normal"/>
    <w:link w:val="FootnoteTextChar"/>
    <w:uiPriority w:val="99"/>
    <w:semiHidden/>
    <w:rsid w:val="0042396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6F7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42396A"/>
    <w:rPr>
      <w:vertAlign w:val="superscript"/>
    </w:rPr>
  </w:style>
  <w:style w:type="character" w:styleId="Hyperlink">
    <w:name w:val="Hyperlink"/>
    <w:basedOn w:val="DefaultParagraphFont"/>
    <w:uiPriority w:val="99"/>
    <w:semiHidden/>
    <w:rsid w:val="0042396A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semiHidden/>
    <w:rsid w:val="0042396A"/>
    <w:pPr>
      <w:ind w:left="720"/>
    </w:pPr>
    <w:rPr>
      <w:rFonts w:ascii="Courier New" w:hAnsi="Courier New" w:cs="Courier New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36F75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42396A"/>
    <w:rPr>
      <w:rFonts w:ascii="Courier New" w:hAnsi="Courier New" w:cs="Courier New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36F75"/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C23D9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23D9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23D9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23D9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208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08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E281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43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4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4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43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7278</TotalTime>
  <Pages>13</Pages>
  <Words>2646</Words>
  <Characters>15880</Characters>
  <Application>Microsoft Office Outlook</Application>
  <DocSecurity>0</DocSecurity>
  <Lines>0</Lines>
  <Paragraphs>0</Paragraphs>
  <ScaleCrop>false</ScaleCrop>
  <Company>UM ZELOW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a</dc:creator>
  <cp:keywords/>
  <dc:description/>
  <cp:lastModifiedBy>magdalena.piechal</cp:lastModifiedBy>
  <cp:revision>94</cp:revision>
  <cp:lastPrinted>2012-07-11T07:54:00Z</cp:lastPrinted>
  <dcterms:created xsi:type="dcterms:W3CDTF">2009-01-14T17:11:00Z</dcterms:created>
  <dcterms:modified xsi:type="dcterms:W3CDTF">2017-09-28T12:53:00Z</dcterms:modified>
</cp:coreProperties>
</file>